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236" w:rsidRPr="00570437" w:rsidRDefault="00232236" w:rsidP="00160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</w:t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232236" w:rsidRPr="00570437" w:rsidRDefault="00232236" w:rsidP="00105D77">
      <w:pPr>
        <w:spacing w:after="0" w:line="240" w:lineRule="auto"/>
        <w:ind w:right="-426"/>
        <w:rPr>
          <w:rFonts w:ascii="Times New Roman" w:hAnsi="Times New Roman" w:cs="Times New Roman"/>
          <w:sz w:val="24"/>
          <w:szCs w:val="24"/>
          <w:lang w:val="uk-UA"/>
        </w:rPr>
      </w:pP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  <w:t xml:space="preserve">до рішення 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виконкому</w:t>
      </w:r>
    </w:p>
    <w:p w:rsidR="00232236" w:rsidRPr="00570437" w:rsidRDefault="00232236" w:rsidP="0045559E">
      <w:pPr>
        <w:spacing w:after="0" w:line="240" w:lineRule="auto"/>
        <w:ind w:right="-286"/>
        <w:rPr>
          <w:rFonts w:ascii="Times New Roman" w:hAnsi="Times New Roman" w:cs="Times New Roman"/>
          <w:sz w:val="24"/>
          <w:szCs w:val="24"/>
          <w:lang w:val="uk-UA"/>
        </w:rPr>
      </w:pP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  <w:t>від 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____ </w:t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 </w:t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 xml:space="preserve">2016 року № </w:t>
      </w:r>
    </w:p>
    <w:p w:rsidR="00232236" w:rsidRPr="00570437" w:rsidRDefault="00232236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2236" w:rsidRPr="00570437" w:rsidRDefault="00232236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2236" w:rsidRPr="00570437" w:rsidRDefault="00232236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2236" w:rsidRPr="00570437" w:rsidRDefault="00232236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2236" w:rsidRPr="00570437" w:rsidRDefault="00232236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2236" w:rsidRPr="00570437" w:rsidRDefault="00232236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2236" w:rsidRPr="00570437" w:rsidRDefault="00232236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2236" w:rsidRPr="00570437" w:rsidRDefault="00232236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2236" w:rsidRPr="00570437" w:rsidRDefault="00232236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2236" w:rsidRPr="00570437" w:rsidRDefault="00232236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2236" w:rsidRPr="00570437" w:rsidRDefault="00232236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2236" w:rsidRPr="00570437" w:rsidRDefault="00232236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2236" w:rsidRPr="00570437" w:rsidRDefault="00232236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2236" w:rsidRPr="00570437" w:rsidRDefault="00232236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2236" w:rsidRPr="00570437" w:rsidRDefault="00232236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2236" w:rsidRPr="00570437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72"/>
          <w:szCs w:val="72"/>
          <w:lang w:val="uk-UA"/>
        </w:rPr>
      </w:pPr>
      <w:r w:rsidRPr="00570437">
        <w:rPr>
          <w:rFonts w:ascii="Times New Roman" w:hAnsi="Times New Roman" w:cs="Times New Roman"/>
          <w:b/>
          <w:bCs/>
          <w:sz w:val="72"/>
          <w:szCs w:val="72"/>
          <w:lang w:val="uk-UA"/>
        </w:rPr>
        <w:t>Міська цільова Програма</w:t>
      </w:r>
    </w:p>
    <w:p w:rsidR="00232236" w:rsidRPr="00570437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72"/>
          <w:szCs w:val="72"/>
          <w:lang w:val="uk-UA"/>
        </w:rPr>
      </w:pPr>
      <w:r>
        <w:rPr>
          <w:rFonts w:ascii="Times New Roman" w:hAnsi="Times New Roman" w:cs="Times New Roman"/>
          <w:b/>
          <w:bCs/>
          <w:sz w:val="72"/>
          <w:szCs w:val="72"/>
          <w:lang w:val="uk-UA" w:eastAsia="uk-UA"/>
        </w:rPr>
        <w:t>р</w:t>
      </w:r>
      <w:r w:rsidRPr="00570437">
        <w:rPr>
          <w:rFonts w:ascii="Times New Roman" w:hAnsi="Times New Roman" w:cs="Times New Roman"/>
          <w:b/>
          <w:bCs/>
          <w:sz w:val="72"/>
          <w:szCs w:val="72"/>
          <w:lang w:val="uk-UA" w:eastAsia="uk-UA"/>
        </w:rPr>
        <w:t>озвитку</w:t>
      </w:r>
      <w:r>
        <w:rPr>
          <w:rFonts w:ascii="Times New Roman" w:hAnsi="Times New Roman" w:cs="Times New Roman"/>
          <w:b/>
          <w:bCs/>
          <w:sz w:val="72"/>
          <w:szCs w:val="72"/>
          <w:lang w:val="uk-UA" w:eastAsia="uk-UA"/>
        </w:rPr>
        <w:t xml:space="preserve"> </w:t>
      </w:r>
      <w:r w:rsidRPr="00570437">
        <w:rPr>
          <w:rFonts w:ascii="Times New Roman" w:hAnsi="Times New Roman" w:cs="Times New Roman"/>
          <w:b/>
          <w:bCs/>
          <w:sz w:val="72"/>
          <w:szCs w:val="72"/>
          <w:lang w:val="uk-UA" w:eastAsia="uk-UA"/>
        </w:rPr>
        <w:t>міського</w:t>
      </w:r>
      <w:r>
        <w:rPr>
          <w:rFonts w:ascii="Times New Roman" w:hAnsi="Times New Roman" w:cs="Times New Roman"/>
          <w:b/>
          <w:bCs/>
          <w:sz w:val="72"/>
          <w:szCs w:val="72"/>
          <w:lang w:val="uk-UA" w:eastAsia="uk-UA"/>
        </w:rPr>
        <w:t xml:space="preserve"> </w:t>
      </w:r>
      <w:r w:rsidRPr="00570437">
        <w:rPr>
          <w:rFonts w:ascii="Times New Roman" w:hAnsi="Times New Roman" w:cs="Times New Roman"/>
          <w:b/>
          <w:bCs/>
          <w:sz w:val="72"/>
          <w:szCs w:val="72"/>
          <w:lang w:val="uk-UA" w:eastAsia="uk-UA"/>
        </w:rPr>
        <w:t>електротранспорту</w:t>
      </w:r>
      <w:r>
        <w:rPr>
          <w:rFonts w:ascii="Times New Roman" w:hAnsi="Times New Roman" w:cs="Times New Roman"/>
          <w:b/>
          <w:bCs/>
          <w:sz w:val="72"/>
          <w:szCs w:val="72"/>
          <w:lang w:val="uk-UA" w:eastAsia="uk-UA"/>
        </w:rPr>
        <w:t xml:space="preserve"> </w:t>
      </w:r>
      <w:r w:rsidRPr="00570437">
        <w:rPr>
          <w:rFonts w:ascii="Times New Roman" w:hAnsi="Times New Roman" w:cs="Times New Roman"/>
          <w:b/>
          <w:bCs/>
          <w:sz w:val="72"/>
          <w:szCs w:val="72"/>
          <w:lang w:val="uk-UA"/>
        </w:rPr>
        <w:t>м.Сєвєродонецька</w:t>
      </w: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72"/>
          <w:szCs w:val="72"/>
          <w:lang w:val="uk-UA"/>
        </w:rPr>
      </w:pPr>
      <w:r w:rsidRPr="00570437">
        <w:rPr>
          <w:rFonts w:ascii="Times New Roman" w:hAnsi="Times New Roman" w:cs="Times New Roman"/>
          <w:b/>
          <w:bCs/>
          <w:sz w:val="72"/>
          <w:szCs w:val="72"/>
          <w:lang w:val="uk-UA"/>
        </w:rPr>
        <w:t xml:space="preserve">на </w:t>
      </w:r>
      <w:r>
        <w:rPr>
          <w:rFonts w:ascii="Times New Roman" w:hAnsi="Times New Roman" w:cs="Times New Roman"/>
          <w:b/>
          <w:bCs/>
          <w:sz w:val="72"/>
          <w:szCs w:val="72"/>
          <w:lang w:val="uk-UA"/>
        </w:rPr>
        <w:t>2017 рі</w:t>
      </w:r>
      <w:r w:rsidRPr="00E04854">
        <w:rPr>
          <w:rFonts w:ascii="Times New Roman" w:hAnsi="Times New Roman" w:cs="Times New Roman"/>
          <w:b/>
          <w:bCs/>
          <w:sz w:val="72"/>
          <w:szCs w:val="72"/>
          <w:lang w:val="uk-UA"/>
        </w:rPr>
        <w:t>к</w:t>
      </w: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32236" w:rsidRPr="00E04854" w:rsidRDefault="00232236" w:rsidP="00105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  <w:r w:rsidRPr="00E048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2016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р.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232236" w:rsidRPr="00E04854" w:rsidRDefault="00232236" w:rsidP="00EA483F">
      <w:pPr>
        <w:tabs>
          <w:tab w:val="left" w:pos="0"/>
        </w:tabs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bCs/>
          <w:sz w:val="28"/>
          <w:szCs w:val="28"/>
          <w:lang w:val="uk-UA"/>
        </w:rPr>
        <w:t>ЗМІСТ</w:t>
      </w:r>
    </w:p>
    <w:tbl>
      <w:tblPr>
        <w:tblW w:w="9889" w:type="dxa"/>
        <w:tblInd w:w="-106" w:type="dxa"/>
        <w:tblLook w:val="00A0"/>
      </w:tblPr>
      <w:tblGrid>
        <w:gridCol w:w="8613"/>
        <w:gridCol w:w="1276"/>
      </w:tblGrid>
      <w:tr w:rsidR="00232236" w:rsidRPr="009E3D50">
        <w:trPr>
          <w:trHeight w:val="68"/>
        </w:trPr>
        <w:tc>
          <w:tcPr>
            <w:tcW w:w="8613" w:type="dxa"/>
          </w:tcPr>
          <w:p w:rsidR="00232236" w:rsidRPr="009E3D50" w:rsidRDefault="00232236" w:rsidP="00B66AF7">
            <w:pPr>
              <w:pStyle w:val="Heading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232236" w:rsidRPr="009E3D50" w:rsidRDefault="00232236" w:rsidP="00B66AF7">
            <w:pPr>
              <w:pStyle w:val="Heading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Стор.</w:t>
            </w:r>
          </w:p>
        </w:tc>
      </w:tr>
      <w:tr w:rsidR="00232236" w:rsidRPr="009E3D50">
        <w:tc>
          <w:tcPr>
            <w:tcW w:w="8613" w:type="dxa"/>
          </w:tcPr>
          <w:p w:rsidR="00232236" w:rsidRPr="009E3D50" w:rsidRDefault="00232236" w:rsidP="002E6ADF">
            <w:pPr>
              <w:pStyle w:val="Heading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І. ПАСПОРТ ПРОГРАМИ</w:t>
            </w:r>
          </w:p>
        </w:tc>
        <w:tc>
          <w:tcPr>
            <w:tcW w:w="1276" w:type="dxa"/>
          </w:tcPr>
          <w:p w:rsidR="00232236" w:rsidRPr="009E3D50" w:rsidRDefault="00232236" w:rsidP="00B66AF7">
            <w:pPr>
              <w:pStyle w:val="Heading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</w:t>
            </w:r>
          </w:p>
        </w:tc>
      </w:tr>
      <w:tr w:rsidR="00232236" w:rsidRPr="009E3D50">
        <w:tc>
          <w:tcPr>
            <w:tcW w:w="8613" w:type="dxa"/>
          </w:tcPr>
          <w:p w:rsidR="00232236" w:rsidRPr="009E3D50" w:rsidRDefault="00232236" w:rsidP="002E6ADF">
            <w:pPr>
              <w:pStyle w:val="Heading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ІІ. ВИЗНАЧЕННЯ ПРОБЛЕМИ, НА РОЗВ’ЯЗАННЯ ЯКОЇ СПРЯМОВАНА ПРОГРАМА</w:t>
            </w:r>
          </w:p>
        </w:tc>
        <w:tc>
          <w:tcPr>
            <w:tcW w:w="1276" w:type="dxa"/>
          </w:tcPr>
          <w:p w:rsidR="00232236" w:rsidRPr="009E3D50" w:rsidRDefault="00232236" w:rsidP="00B66AF7">
            <w:pPr>
              <w:pStyle w:val="Heading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</w:p>
        </w:tc>
      </w:tr>
      <w:tr w:rsidR="00232236" w:rsidRPr="009E3D50">
        <w:tc>
          <w:tcPr>
            <w:tcW w:w="8613" w:type="dxa"/>
          </w:tcPr>
          <w:p w:rsidR="00232236" w:rsidRPr="009E3D50" w:rsidRDefault="00232236" w:rsidP="004075FF">
            <w:pPr>
              <w:pStyle w:val="Heading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ІІІ. МЕТА ПРОГРАМИ</w:t>
            </w:r>
          </w:p>
        </w:tc>
        <w:tc>
          <w:tcPr>
            <w:tcW w:w="1276" w:type="dxa"/>
          </w:tcPr>
          <w:p w:rsidR="00232236" w:rsidRPr="009E3D50" w:rsidRDefault="00232236" w:rsidP="00B66AF7">
            <w:pPr>
              <w:pStyle w:val="Heading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</w:t>
            </w:r>
          </w:p>
        </w:tc>
      </w:tr>
      <w:tr w:rsidR="00232236" w:rsidRPr="009E3D50">
        <w:tc>
          <w:tcPr>
            <w:tcW w:w="8613" w:type="dxa"/>
          </w:tcPr>
          <w:p w:rsidR="00232236" w:rsidRPr="009E3D50" w:rsidRDefault="00232236" w:rsidP="002E6ADF">
            <w:pPr>
              <w:pStyle w:val="Heading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IV. ОБ</w:t>
            </w:r>
            <w:r w:rsidRPr="000344F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Ґ</w:t>
            </w: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РУНТУВАННЯ ШЛЯХІВ І ЗАСОБІВ РОЗВ’ЯЗАННЯ ПРОБЛЕМИ</w:t>
            </w:r>
          </w:p>
        </w:tc>
        <w:tc>
          <w:tcPr>
            <w:tcW w:w="1276" w:type="dxa"/>
          </w:tcPr>
          <w:p w:rsidR="00232236" w:rsidRPr="009E3D50" w:rsidRDefault="00232236" w:rsidP="00B66AF7">
            <w:pPr>
              <w:pStyle w:val="Heading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</w:t>
            </w:r>
          </w:p>
        </w:tc>
      </w:tr>
      <w:tr w:rsidR="00232236" w:rsidRPr="009E3D50">
        <w:tc>
          <w:tcPr>
            <w:tcW w:w="8613" w:type="dxa"/>
          </w:tcPr>
          <w:p w:rsidR="00232236" w:rsidRPr="009E3D50" w:rsidRDefault="00232236" w:rsidP="002E6ADF">
            <w:pPr>
              <w:pStyle w:val="Heading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V. СТРОКИ І ЕТАПИ ВИКОНАННЯ ПРОГРАМИ</w:t>
            </w:r>
          </w:p>
        </w:tc>
        <w:tc>
          <w:tcPr>
            <w:tcW w:w="1276" w:type="dxa"/>
          </w:tcPr>
          <w:p w:rsidR="00232236" w:rsidRPr="009E3D50" w:rsidRDefault="00232236" w:rsidP="00B66AF7">
            <w:pPr>
              <w:pStyle w:val="Heading1"/>
              <w:spacing w:before="0" w:after="24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7</w:t>
            </w:r>
          </w:p>
        </w:tc>
      </w:tr>
      <w:tr w:rsidR="00232236" w:rsidRPr="009E3D50">
        <w:tc>
          <w:tcPr>
            <w:tcW w:w="8613" w:type="dxa"/>
          </w:tcPr>
          <w:p w:rsidR="00232236" w:rsidRPr="009E3D50" w:rsidRDefault="00232236" w:rsidP="002E6ADF">
            <w:pPr>
              <w:pStyle w:val="Heading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VІ. НАПРЯМИ ДІЯЛЬНОСТІ, ЗАВДАННЯ І ЗАХОДИ ПРОГРАМИ</w:t>
            </w:r>
          </w:p>
        </w:tc>
        <w:tc>
          <w:tcPr>
            <w:tcW w:w="1276" w:type="dxa"/>
          </w:tcPr>
          <w:p w:rsidR="00232236" w:rsidRPr="009E3D50" w:rsidRDefault="00232236" w:rsidP="00B66AF7">
            <w:pPr>
              <w:pStyle w:val="Heading1"/>
              <w:spacing w:before="0" w:after="24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7</w:t>
            </w:r>
          </w:p>
        </w:tc>
      </w:tr>
      <w:tr w:rsidR="00232236" w:rsidRPr="009E3D50">
        <w:tc>
          <w:tcPr>
            <w:tcW w:w="8613" w:type="dxa"/>
          </w:tcPr>
          <w:p w:rsidR="00232236" w:rsidRPr="009E3D50" w:rsidRDefault="00232236" w:rsidP="002E6ADF">
            <w:pPr>
              <w:pStyle w:val="Heading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VІІ. РЕСУРСНЕ ЗАБЕЗПЕЧЕННЯ ПРОГРАМИ</w:t>
            </w:r>
          </w:p>
        </w:tc>
        <w:tc>
          <w:tcPr>
            <w:tcW w:w="1276" w:type="dxa"/>
          </w:tcPr>
          <w:p w:rsidR="00232236" w:rsidRPr="009E3D50" w:rsidRDefault="00232236" w:rsidP="00B66AF7">
            <w:pPr>
              <w:pStyle w:val="Heading1"/>
              <w:spacing w:before="0" w:after="24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7</w:t>
            </w:r>
          </w:p>
        </w:tc>
      </w:tr>
      <w:tr w:rsidR="00232236" w:rsidRPr="009E3D50">
        <w:tc>
          <w:tcPr>
            <w:tcW w:w="8613" w:type="dxa"/>
          </w:tcPr>
          <w:p w:rsidR="00232236" w:rsidRPr="009E3D50" w:rsidRDefault="00232236" w:rsidP="002E6ADF">
            <w:pPr>
              <w:pStyle w:val="Heading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VIII. ОРГАНІЗАЦІЯ УПРАВЛІННЯ ТА КОНТРОЛЬ ЗА ХОДОМ ВИКОНАННЯ ПРОГРАМИ</w:t>
            </w:r>
          </w:p>
        </w:tc>
        <w:tc>
          <w:tcPr>
            <w:tcW w:w="1276" w:type="dxa"/>
          </w:tcPr>
          <w:p w:rsidR="00232236" w:rsidRPr="009E3D50" w:rsidRDefault="00232236" w:rsidP="00B66AF7">
            <w:pPr>
              <w:pStyle w:val="Heading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8</w:t>
            </w:r>
          </w:p>
        </w:tc>
      </w:tr>
      <w:tr w:rsidR="00232236" w:rsidRPr="009E3D50">
        <w:tc>
          <w:tcPr>
            <w:tcW w:w="8613" w:type="dxa"/>
          </w:tcPr>
          <w:p w:rsidR="00232236" w:rsidRPr="009E3D50" w:rsidRDefault="00232236" w:rsidP="004075FF">
            <w:pPr>
              <w:pStyle w:val="Heading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IХ.ОЧІКУВАНІ РЕЗУЛЬТАТИ ВИКОНАННЯ ПРОГРАМИ, ВИЗНАЧЕННЯ ЇЇ ЕФЕКТИВНОСТІ</w:t>
            </w:r>
          </w:p>
        </w:tc>
        <w:tc>
          <w:tcPr>
            <w:tcW w:w="1276" w:type="dxa"/>
          </w:tcPr>
          <w:p w:rsidR="00232236" w:rsidRPr="009E3D50" w:rsidRDefault="00232236" w:rsidP="00B66AF7">
            <w:pPr>
              <w:pStyle w:val="Heading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8</w:t>
            </w:r>
          </w:p>
        </w:tc>
      </w:tr>
      <w:tr w:rsidR="00232236" w:rsidRPr="009E3D50">
        <w:tc>
          <w:tcPr>
            <w:tcW w:w="8613" w:type="dxa"/>
          </w:tcPr>
          <w:p w:rsidR="00232236" w:rsidRPr="009E3D50" w:rsidRDefault="00232236" w:rsidP="00B66AF7">
            <w:pPr>
              <w:pStyle w:val="Heading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ДОДАТКИ</w:t>
            </w:r>
          </w:p>
        </w:tc>
        <w:tc>
          <w:tcPr>
            <w:tcW w:w="1276" w:type="dxa"/>
          </w:tcPr>
          <w:p w:rsidR="00232236" w:rsidRPr="009E3D50" w:rsidRDefault="00232236" w:rsidP="00B66AF7">
            <w:pPr>
              <w:pStyle w:val="Heading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9</w:t>
            </w:r>
          </w:p>
        </w:tc>
      </w:tr>
      <w:tr w:rsidR="00232236" w:rsidRPr="009E3D50">
        <w:trPr>
          <w:trHeight w:val="782"/>
        </w:trPr>
        <w:tc>
          <w:tcPr>
            <w:tcW w:w="8613" w:type="dxa"/>
          </w:tcPr>
          <w:p w:rsidR="00232236" w:rsidRPr="009E3D50" w:rsidRDefault="00232236" w:rsidP="00D82F14">
            <w:pPr>
              <w:ind w:right="-56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ДОДАТОК 1. ЗАВДАННЯ І ЗАХОДИ МІСЬКОЇ ЦІЛЬОВОЇ ПРОГРАМИ РОЗВИТКУ МІСЬКОГО ЕЛЕКТРОТРАНСПОРТУ М. СЄВЄРОДОНЕЦЬКА   НА 2017 РІК. </w:t>
            </w:r>
          </w:p>
        </w:tc>
        <w:tc>
          <w:tcPr>
            <w:tcW w:w="1276" w:type="dxa"/>
          </w:tcPr>
          <w:p w:rsidR="00232236" w:rsidRPr="009E3D50" w:rsidRDefault="00232236" w:rsidP="00B66AF7">
            <w:pPr>
              <w:pStyle w:val="Heading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  <w:p w:rsidR="00232236" w:rsidRPr="009E3D50" w:rsidRDefault="00232236" w:rsidP="00B66AF7">
            <w:pPr>
              <w:pStyle w:val="Heading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9</w:t>
            </w:r>
          </w:p>
        </w:tc>
      </w:tr>
      <w:tr w:rsidR="00232236" w:rsidRPr="009E3D50">
        <w:tc>
          <w:tcPr>
            <w:tcW w:w="8613" w:type="dxa"/>
          </w:tcPr>
          <w:p w:rsidR="00232236" w:rsidRPr="009E3D50" w:rsidRDefault="00232236" w:rsidP="00B66AF7">
            <w:pPr>
              <w:ind w:right="-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ДОДАТОК 2. ОЧІКУВАНІ РЕЗУЛЬТАТИ ВИКОНАННЯ ПРОГРАМИ, ВИЗНАЧЕННЯ ЇЇ ЕФЕКТИВНОСТІ </w:t>
            </w:r>
          </w:p>
        </w:tc>
        <w:tc>
          <w:tcPr>
            <w:tcW w:w="1276" w:type="dxa"/>
          </w:tcPr>
          <w:p w:rsidR="00232236" w:rsidRPr="009E3D50" w:rsidRDefault="00232236" w:rsidP="00CE0B72">
            <w:pPr>
              <w:pStyle w:val="Heading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10 </w:t>
            </w:r>
          </w:p>
        </w:tc>
      </w:tr>
    </w:tbl>
    <w:p w:rsidR="00232236" w:rsidRPr="00E04854" w:rsidRDefault="00232236" w:rsidP="00EA483F">
      <w:pPr>
        <w:pStyle w:val="Heading1"/>
        <w:spacing w:before="0" w:after="240"/>
        <w:jc w:val="center"/>
        <w:rPr>
          <w:rFonts w:ascii="Times New Roman" w:hAnsi="Times New Roman" w:cs="Times New Roman"/>
          <w:color w:val="auto"/>
          <w:lang w:val="uk-UA"/>
        </w:rPr>
      </w:pPr>
      <w:r w:rsidRPr="00E04854">
        <w:rPr>
          <w:rFonts w:ascii="Times New Roman" w:hAnsi="Times New Roman" w:cs="Times New Roman"/>
          <w:color w:val="auto"/>
          <w:sz w:val="24"/>
          <w:szCs w:val="24"/>
          <w:lang w:val="uk-UA"/>
        </w:rPr>
        <w:br w:type="page"/>
      </w:r>
      <w:bookmarkStart w:id="0" w:name="_Toc313465687"/>
      <w:bookmarkStart w:id="1" w:name="_Toc377715715"/>
      <w:r w:rsidRPr="00E04854">
        <w:rPr>
          <w:rFonts w:ascii="Times New Roman" w:hAnsi="Times New Roman" w:cs="Times New Roman"/>
          <w:color w:val="auto"/>
          <w:lang w:val="uk-UA"/>
        </w:rPr>
        <w:t>І. ПАСПОРТ ПРОГРАМИ</w:t>
      </w:r>
      <w:bookmarkEnd w:id="0"/>
      <w:bookmarkEnd w:id="1"/>
    </w:p>
    <w:tbl>
      <w:tblPr>
        <w:tblW w:w="100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5529"/>
      </w:tblGrid>
      <w:tr w:rsidR="00232236" w:rsidRPr="009E3D50">
        <w:trPr>
          <w:trHeight w:val="822"/>
        </w:trPr>
        <w:tc>
          <w:tcPr>
            <w:tcW w:w="4503" w:type="dxa"/>
            <w:vAlign w:val="center"/>
          </w:tcPr>
          <w:p w:rsidR="00232236" w:rsidRPr="009E3D50" w:rsidRDefault="00232236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Назва</w:t>
            </w:r>
          </w:p>
        </w:tc>
        <w:tc>
          <w:tcPr>
            <w:tcW w:w="5529" w:type="dxa"/>
          </w:tcPr>
          <w:p w:rsidR="00232236" w:rsidRPr="009E3D50" w:rsidRDefault="00232236" w:rsidP="002C27C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 xml:space="preserve">Міська цільова Програма </w:t>
            </w:r>
            <w:r w:rsidRPr="00E0485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>розвитку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r w:rsidRPr="00E0485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>міського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r w:rsidRPr="00E0485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>електротранспорту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r w:rsidRPr="009E3D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м. Сєвєродонецька на 2017 рік</w:t>
            </w:r>
          </w:p>
        </w:tc>
      </w:tr>
      <w:tr w:rsidR="00232236" w:rsidRPr="009E3D50">
        <w:tc>
          <w:tcPr>
            <w:tcW w:w="4503" w:type="dxa"/>
            <w:vAlign w:val="center"/>
          </w:tcPr>
          <w:p w:rsidR="00232236" w:rsidRPr="009E3D50" w:rsidRDefault="00232236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Підстава для розроблення</w:t>
            </w:r>
          </w:p>
        </w:tc>
        <w:tc>
          <w:tcPr>
            <w:tcW w:w="5529" w:type="dxa"/>
          </w:tcPr>
          <w:p w:rsidR="00232236" w:rsidRPr="009E3D50" w:rsidRDefault="00232236" w:rsidP="00B66AF7">
            <w:pPr>
              <w:pStyle w:val="BodyTextIndent2"/>
              <w:tabs>
                <w:tab w:val="left" w:pos="252"/>
                <w:tab w:val="left" w:pos="308"/>
              </w:tabs>
              <w:spacing w:before="40" w:after="40" w:line="240" w:lineRule="auto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Програма розроблена відповідно до положень:</w:t>
            </w:r>
          </w:p>
          <w:p w:rsidR="00232236" w:rsidRPr="009E3D50" w:rsidRDefault="00232236" w:rsidP="00EA483F">
            <w:pPr>
              <w:pStyle w:val="BodyTextIndent2"/>
              <w:numPr>
                <w:ilvl w:val="1"/>
                <w:numId w:val="1"/>
              </w:numPr>
              <w:tabs>
                <w:tab w:val="clear" w:pos="2083"/>
                <w:tab w:val="left" w:pos="252"/>
                <w:tab w:val="left" w:pos="308"/>
                <w:tab w:val="num" w:pos="560"/>
              </w:tabs>
              <w:spacing w:before="40" w:after="40" w:line="240" w:lineRule="auto"/>
              <w:ind w:hanging="1251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Конституції України;</w:t>
            </w:r>
          </w:p>
          <w:p w:rsidR="00232236" w:rsidRPr="009E3D50" w:rsidRDefault="00232236" w:rsidP="007E7A53">
            <w:pPr>
              <w:pStyle w:val="BodyTextIndent2"/>
              <w:numPr>
                <w:ilvl w:val="1"/>
                <w:numId w:val="1"/>
              </w:numPr>
              <w:tabs>
                <w:tab w:val="clear" w:pos="2083"/>
                <w:tab w:val="left" w:pos="252"/>
                <w:tab w:val="left" w:pos="308"/>
                <w:tab w:val="num" w:pos="560"/>
              </w:tabs>
              <w:spacing w:before="40" w:after="40" w:line="240" w:lineRule="auto"/>
              <w:ind w:left="0" w:firstLine="322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Закону України «Про міський електричний транспорт» від 29 червня 2004 року № 1914-ІV</w:t>
            </w:r>
          </w:p>
          <w:p w:rsidR="00232236" w:rsidRPr="009E3D50" w:rsidRDefault="00232236" w:rsidP="00EA483F">
            <w:pPr>
              <w:numPr>
                <w:ilvl w:val="1"/>
                <w:numId w:val="1"/>
              </w:numPr>
              <w:tabs>
                <w:tab w:val="clear" w:pos="2083"/>
                <w:tab w:val="num" w:pos="672"/>
              </w:tabs>
              <w:spacing w:after="0" w:line="240" w:lineRule="auto"/>
              <w:ind w:left="56" w:firstLine="28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Закону України «Про місцеве самоврядування в Україні»;</w:t>
            </w:r>
          </w:p>
          <w:p w:rsidR="00232236" w:rsidRPr="009E3D50" w:rsidRDefault="00232236" w:rsidP="007E7A53">
            <w:pPr>
              <w:pStyle w:val="BodyTextIndent2"/>
              <w:numPr>
                <w:ilvl w:val="1"/>
                <w:numId w:val="1"/>
              </w:numPr>
              <w:tabs>
                <w:tab w:val="clear" w:pos="2083"/>
                <w:tab w:val="left" w:pos="252"/>
                <w:tab w:val="left" w:pos="308"/>
                <w:tab w:val="num" w:pos="560"/>
              </w:tabs>
              <w:spacing w:before="40" w:after="40" w:line="240" w:lineRule="auto"/>
              <w:ind w:left="0" w:firstLine="322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завдань «Державної цільової програми розвитку міського електротранспорту на період до 2017 року», затвердженої постановою Кабінету Міністрів України від 24 липня 2013 року № 601 "Про внесення змін до деяких актів Кабінету Міністрів України».</w:t>
            </w:r>
          </w:p>
        </w:tc>
      </w:tr>
      <w:tr w:rsidR="00232236" w:rsidRPr="009E3D50">
        <w:trPr>
          <w:trHeight w:val="548"/>
        </w:trPr>
        <w:tc>
          <w:tcPr>
            <w:tcW w:w="4503" w:type="dxa"/>
            <w:vAlign w:val="center"/>
          </w:tcPr>
          <w:p w:rsidR="00232236" w:rsidRPr="009E3D50" w:rsidRDefault="00232236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Ініціатор розроблення програми</w:t>
            </w:r>
          </w:p>
        </w:tc>
        <w:tc>
          <w:tcPr>
            <w:tcW w:w="5529" w:type="dxa"/>
          </w:tcPr>
          <w:p w:rsidR="00232236" w:rsidRPr="009E3D50" w:rsidRDefault="00232236" w:rsidP="00B66AF7">
            <w:pPr>
              <w:pStyle w:val="BodyTextIndent2"/>
              <w:tabs>
                <w:tab w:val="left" w:pos="252"/>
                <w:tab w:val="left" w:pos="308"/>
              </w:tabs>
              <w:spacing w:before="40" w:after="40" w:line="240" w:lineRule="auto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 xml:space="preserve">Сєвєродонецька міська рада </w:t>
            </w:r>
          </w:p>
          <w:p w:rsidR="00232236" w:rsidRPr="009E3D50" w:rsidRDefault="00232236" w:rsidP="00B66AF7">
            <w:pPr>
              <w:pStyle w:val="BodyTextIndent2"/>
              <w:tabs>
                <w:tab w:val="left" w:pos="252"/>
                <w:tab w:val="left" w:pos="308"/>
              </w:tabs>
              <w:spacing w:before="40" w:after="40" w:line="240" w:lineRule="auto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Управління житлово-комунального господарства Сєвродонецької міської ради</w:t>
            </w:r>
          </w:p>
        </w:tc>
      </w:tr>
      <w:tr w:rsidR="00232236" w:rsidRPr="009E3D50">
        <w:trPr>
          <w:trHeight w:val="565"/>
        </w:trPr>
        <w:tc>
          <w:tcPr>
            <w:tcW w:w="4503" w:type="dxa"/>
            <w:vAlign w:val="center"/>
          </w:tcPr>
          <w:p w:rsidR="00232236" w:rsidRPr="009E3D50" w:rsidRDefault="00232236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 Розробник програми</w:t>
            </w:r>
          </w:p>
        </w:tc>
        <w:tc>
          <w:tcPr>
            <w:tcW w:w="5529" w:type="dxa"/>
          </w:tcPr>
          <w:p w:rsidR="00232236" w:rsidRPr="00E04854" w:rsidRDefault="00232236" w:rsidP="00B66AF7">
            <w:pPr>
              <w:pStyle w:val="Heading8"/>
              <w:spacing w:before="40" w:after="40"/>
              <w:jc w:val="both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 xml:space="preserve">Департамент економічного розвитку </w:t>
            </w:r>
            <w:r>
              <w:rPr>
                <w:rFonts w:ascii="Times New Roman" w:hAnsi="Times New Roman" w:cs="Times New Roman"/>
                <w:lang w:val="uk-UA"/>
              </w:rPr>
              <w:t xml:space="preserve">та торгівлі </w:t>
            </w:r>
            <w:r w:rsidRPr="00E04854">
              <w:rPr>
                <w:rFonts w:ascii="Times New Roman" w:hAnsi="Times New Roman" w:cs="Times New Roman"/>
                <w:lang w:val="uk-UA"/>
              </w:rPr>
              <w:t xml:space="preserve">Сєвєродонецької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04854">
              <w:rPr>
                <w:rFonts w:ascii="Times New Roman" w:hAnsi="Times New Roman" w:cs="Times New Roman"/>
                <w:lang w:val="uk-UA"/>
              </w:rPr>
              <w:t xml:space="preserve">міської ради </w:t>
            </w:r>
          </w:p>
        </w:tc>
      </w:tr>
      <w:tr w:rsidR="00232236" w:rsidRPr="009E3D50">
        <w:trPr>
          <w:trHeight w:val="564"/>
        </w:trPr>
        <w:tc>
          <w:tcPr>
            <w:tcW w:w="4503" w:type="dxa"/>
            <w:vAlign w:val="center"/>
          </w:tcPr>
          <w:p w:rsidR="00232236" w:rsidRPr="009E3D50" w:rsidRDefault="00232236" w:rsidP="00B66AF7">
            <w:pPr>
              <w:tabs>
                <w:tab w:val="left" w:pos="280"/>
              </w:tabs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 Відповідальний виконавець програми</w:t>
            </w:r>
          </w:p>
        </w:tc>
        <w:tc>
          <w:tcPr>
            <w:tcW w:w="5529" w:type="dxa"/>
          </w:tcPr>
          <w:p w:rsidR="00232236" w:rsidRPr="00E04854" w:rsidRDefault="00232236" w:rsidP="008E2A19">
            <w:pPr>
              <w:pStyle w:val="Heading8"/>
              <w:spacing w:before="40" w:after="4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Управління житлово-комунального господарства Сєвродонецької міської ради</w:t>
            </w:r>
          </w:p>
        </w:tc>
      </w:tr>
      <w:tr w:rsidR="00232236" w:rsidRPr="009E3D50">
        <w:trPr>
          <w:trHeight w:val="138"/>
        </w:trPr>
        <w:tc>
          <w:tcPr>
            <w:tcW w:w="4503" w:type="dxa"/>
            <w:vAlign w:val="center"/>
          </w:tcPr>
          <w:p w:rsidR="00232236" w:rsidRPr="009E3D50" w:rsidRDefault="00232236" w:rsidP="00F52D79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6.Головний  розпорядник бюджетних  коштів</w:t>
            </w:r>
          </w:p>
        </w:tc>
        <w:tc>
          <w:tcPr>
            <w:tcW w:w="5529" w:type="dxa"/>
          </w:tcPr>
          <w:p w:rsidR="00232236" w:rsidRPr="00E04854" w:rsidRDefault="00232236" w:rsidP="008D1781">
            <w:pPr>
              <w:pStyle w:val="Heading8"/>
              <w:spacing w:before="40" w:after="4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Управління житлово-комунального господарства Сєвродонецької міської ради</w:t>
            </w:r>
          </w:p>
        </w:tc>
      </w:tr>
      <w:tr w:rsidR="00232236" w:rsidRPr="009E3D50">
        <w:trPr>
          <w:trHeight w:val="1036"/>
        </w:trPr>
        <w:tc>
          <w:tcPr>
            <w:tcW w:w="4503" w:type="dxa"/>
            <w:vAlign w:val="center"/>
          </w:tcPr>
          <w:p w:rsidR="00232236" w:rsidRPr="009E3D50" w:rsidRDefault="00232236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 Співвиконавці заходів</w:t>
            </w:r>
          </w:p>
        </w:tc>
        <w:tc>
          <w:tcPr>
            <w:tcW w:w="5529" w:type="dxa"/>
          </w:tcPr>
          <w:p w:rsidR="00232236" w:rsidRPr="00E04854" w:rsidRDefault="00232236" w:rsidP="00EA483F">
            <w:pPr>
              <w:pStyle w:val="Heading8"/>
              <w:spacing w:before="40" w:after="40"/>
              <w:jc w:val="both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 xml:space="preserve">Департамент економічного розвитку </w:t>
            </w:r>
            <w:r>
              <w:rPr>
                <w:rFonts w:ascii="Times New Roman" w:hAnsi="Times New Roman" w:cs="Times New Roman"/>
                <w:lang w:val="uk-UA"/>
              </w:rPr>
              <w:t xml:space="preserve">та торгівлі </w:t>
            </w:r>
            <w:r w:rsidRPr="00E04854">
              <w:rPr>
                <w:rFonts w:ascii="Times New Roman" w:hAnsi="Times New Roman" w:cs="Times New Roman"/>
                <w:lang w:val="uk-UA"/>
              </w:rPr>
              <w:t xml:space="preserve">Сєвєродонецької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04854">
              <w:rPr>
                <w:rFonts w:ascii="Times New Roman" w:hAnsi="Times New Roman" w:cs="Times New Roman"/>
                <w:lang w:val="uk-UA"/>
              </w:rPr>
              <w:t>міської ради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Pr="00E04854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с</w:t>
            </w:r>
            <w:r w:rsidRPr="00E04854">
              <w:rPr>
                <w:rFonts w:ascii="Times New Roman" w:hAnsi="Times New Roman" w:cs="Times New Roman"/>
                <w:lang w:val="uk-UA"/>
              </w:rPr>
              <w:t>труктурні підрозділи Сєвєродонецької міської ради, КП «Сєвєродонецьке тролейбусне управління»</w:t>
            </w:r>
          </w:p>
        </w:tc>
      </w:tr>
      <w:tr w:rsidR="00232236" w:rsidRPr="009E3D50">
        <w:trPr>
          <w:trHeight w:val="1124"/>
        </w:trPr>
        <w:tc>
          <w:tcPr>
            <w:tcW w:w="4503" w:type="dxa"/>
            <w:vAlign w:val="center"/>
          </w:tcPr>
          <w:p w:rsidR="00232236" w:rsidRPr="009E3D50" w:rsidRDefault="00232236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 Мета програми</w:t>
            </w:r>
          </w:p>
        </w:tc>
        <w:tc>
          <w:tcPr>
            <w:tcW w:w="5529" w:type="dxa"/>
          </w:tcPr>
          <w:p w:rsidR="00232236" w:rsidRPr="00E04854" w:rsidRDefault="00232236" w:rsidP="00EA483F">
            <w:pPr>
              <w:pStyle w:val="Heading8"/>
              <w:spacing w:before="40" w:after="40"/>
              <w:jc w:val="both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 w:eastAsia="uk-UA"/>
              </w:rPr>
              <w:t>Забезпечення сталого функціонування та подальшого розвитку міського електротранспорту та створення належних умов для надання населенню якісних, безпечних послуг з перевезення тролейбусами</w:t>
            </w:r>
            <w:r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Pr="00E04854">
              <w:rPr>
                <w:rFonts w:ascii="Times New Roman" w:hAnsi="Times New Roman" w:cs="Times New Roman"/>
                <w:lang w:val="uk-UA"/>
              </w:rPr>
              <w:t>на території м. Сєвєродонецька</w:t>
            </w:r>
          </w:p>
        </w:tc>
      </w:tr>
      <w:tr w:rsidR="00232236" w:rsidRPr="009E3D50">
        <w:trPr>
          <w:trHeight w:val="1124"/>
        </w:trPr>
        <w:tc>
          <w:tcPr>
            <w:tcW w:w="4503" w:type="dxa"/>
            <w:vAlign w:val="center"/>
          </w:tcPr>
          <w:p w:rsidR="00232236" w:rsidRPr="009E3D50" w:rsidRDefault="00232236" w:rsidP="00CF3FBD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 Термін реалізації програми</w:t>
            </w:r>
          </w:p>
        </w:tc>
        <w:tc>
          <w:tcPr>
            <w:tcW w:w="5529" w:type="dxa"/>
            <w:vAlign w:val="center"/>
          </w:tcPr>
          <w:p w:rsidR="00232236" w:rsidRPr="00E04854" w:rsidRDefault="00232236" w:rsidP="002C27C5">
            <w:pPr>
              <w:pStyle w:val="Heading8"/>
              <w:spacing w:before="40" w:after="4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</w:t>
            </w:r>
            <w:r w:rsidRPr="00E04854">
              <w:rPr>
                <w:rFonts w:ascii="Times New Roman" w:hAnsi="Times New Roman" w:cs="Times New Roman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 w:rsidRPr="00E04854">
              <w:rPr>
                <w:rFonts w:ascii="Times New Roman" w:hAnsi="Times New Roman" w:cs="Times New Roman"/>
                <w:lang w:val="uk-UA"/>
              </w:rPr>
              <w:t>к</w:t>
            </w:r>
          </w:p>
        </w:tc>
      </w:tr>
      <w:tr w:rsidR="00232236" w:rsidRPr="009E3D50">
        <w:trPr>
          <w:trHeight w:val="425"/>
        </w:trPr>
        <w:tc>
          <w:tcPr>
            <w:tcW w:w="4503" w:type="dxa"/>
            <w:vAlign w:val="center"/>
          </w:tcPr>
          <w:p w:rsidR="00232236" w:rsidRPr="009E3D50" w:rsidRDefault="00232236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 Загальний обсяг фінансових ресурсів, необхідних для реалізації програми, тис. грн.</w:t>
            </w:r>
          </w:p>
        </w:tc>
        <w:tc>
          <w:tcPr>
            <w:tcW w:w="5529" w:type="dxa"/>
            <w:vAlign w:val="center"/>
          </w:tcPr>
          <w:p w:rsidR="00232236" w:rsidRPr="009E3D50" w:rsidRDefault="00232236" w:rsidP="00355E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26712,665</w:t>
            </w:r>
          </w:p>
        </w:tc>
      </w:tr>
      <w:tr w:rsidR="00232236" w:rsidRPr="009E3D50">
        <w:trPr>
          <w:trHeight w:val="327"/>
        </w:trPr>
        <w:tc>
          <w:tcPr>
            <w:tcW w:w="4503" w:type="dxa"/>
            <w:vAlign w:val="center"/>
          </w:tcPr>
          <w:p w:rsidR="00232236" w:rsidRPr="009E3D50" w:rsidRDefault="00232236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5529" w:type="dxa"/>
            <w:vAlign w:val="center"/>
          </w:tcPr>
          <w:p w:rsidR="00232236" w:rsidRPr="009E3D50" w:rsidRDefault="00232236" w:rsidP="00355E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</w:tr>
      <w:tr w:rsidR="00232236" w:rsidRPr="009E3D50">
        <w:trPr>
          <w:trHeight w:val="299"/>
        </w:trPr>
        <w:tc>
          <w:tcPr>
            <w:tcW w:w="4503" w:type="dxa"/>
            <w:vAlign w:val="center"/>
          </w:tcPr>
          <w:p w:rsidR="00232236" w:rsidRPr="009E3D50" w:rsidRDefault="00232236" w:rsidP="00B66B8C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кошти міського бюджету</w:t>
            </w:r>
          </w:p>
        </w:tc>
        <w:tc>
          <w:tcPr>
            <w:tcW w:w="5529" w:type="dxa"/>
            <w:vAlign w:val="center"/>
          </w:tcPr>
          <w:p w:rsidR="00232236" w:rsidRPr="009E3D50" w:rsidRDefault="00232236" w:rsidP="00355E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20649,238</w:t>
            </w:r>
          </w:p>
        </w:tc>
      </w:tr>
      <w:tr w:rsidR="00232236" w:rsidRPr="009E3D50">
        <w:trPr>
          <w:trHeight w:val="299"/>
        </w:trPr>
        <w:tc>
          <w:tcPr>
            <w:tcW w:w="4503" w:type="dxa"/>
            <w:vAlign w:val="center"/>
          </w:tcPr>
          <w:p w:rsidR="00232236" w:rsidRPr="009E3D50" w:rsidRDefault="00232236" w:rsidP="00B66B8C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 КП «Сєвєродонецьке тролейбусне управління»</w:t>
            </w:r>
          </w:p>
        </w:tc>
        <w:tc>
          <w:tcPr>
            <w:tcW w:w="5529" w:type="dxa"/>
            <w:vAlign w:val="center"/>
          </w:tcPr>
          <w:p w:rsidR="00232236" w:rsidRPr="009E3D50" w:rsidRDefault="00232236" w:rsidP="006475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6063,427</w:t>
            </w:r>
          </w:p>
        </w:tc>
      </w:tr>
    </w:tbl>
    <w:p w:rsidR="00232236" w:rsidRPr="00E04854" w:rsidRDefault="00232236" w:rsidP="00EA483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32236" w:rsidRPr="00E04854" w:rsidRDefault="00232236" w:rsidP="00BE45FA">
      <w:pPr>
        <w:spacing w:after="24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br w:type="page"/>
      </w:r>
      <w:r w:rsidRPr="00E04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ІІ. ВИЗНАЧЕННЯ ПРОБЛЕМИ, НА РОЗВ’ЯЗАННЯ ЯКОЇ СПРЯМОВАНА ПРОГРАМА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Комунальне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підприємство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«Сєвєродонецьке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тролейбусне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управління»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засноване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01.01.1979 року на підставі наказу Міністерства житлово-комунального господарства УРСР від 27.11.1978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222E4">
        <w:rPr>
          <w:rFonts w:ascii="Times New Roman" w:hAnsi="Times New Roman" w:cs="Times New Roman"/>
          <w:sz w:val="24"/>
          <w:szCs w:val="24"/>
          <w:lang w:val="uk-UA" w:eastAsia="uk-UA"/>
        </w:rPr>
        <w:t>року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№437, тролейбусний рух розпочався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22 грудня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1978 року.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Комунальне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підприємство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«Сєвєродонецьке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тролейбусне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управління»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придбало право комунальної власності територіальної громади м. Сєвєродонецька на підставі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Луганської міської ради від 29.02.1992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222E4">
        <w:rPr>
          <w:rFonts w:ascii="Times New Roman" w:hAnsi="Times New Roman" w:cs="Times New Roman"/>
          <w:sz w:val="24"/>
          <w:szCs w:val="24"/>
          <w:lang w:val="uk-UA" w:eastAsia="uk-UA"/>
        </w:rPr>
        <w:t>року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№56.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Управління підприємством здійснюється відповідно до статуту, на основі поєднання прав власника щодо господарського використання свого майна і принципів самоврядування трудового колективу.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Метою діяльності є здійснення перевезень пасажирів міським електротранспортом та забезпечення соціально-економічних потреб членів трудового колективу на основі отриманого прибутку (доходу).</w:t>
      </w:r>
    </w:p>
    <w:p w:rsidR="00232236" w:rsidRPr="004222E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На підприємстві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станом на </w:t>
      </w:r>
      <w:r w:rsidRPr="004222E4">
        <w:rPr>
          <w:rFonts w:ascii="Times New Roman" w:hAnsi="Times New Roman" w:cs="Times New Roman"/>
          <w:sz w:val="24"/>
          <w:szCs w:val="24"/>
          <w:lang w:val="uk-UA" w:eastAsia="uk-UA"/>
        </w:rPr>
        <w:t>01.01.2016 року в експлуатації знаходиться 36 одиниць пасажирських тролейбусів, з них по строках експлуатації більше 10 років – 18 одиниць, від 5 до 10 років – 8 одиниць, в експлуатації до 5 років – 10 одиниць.</w:t>
      </w:r>
    </w:p>
    <w:p w:rsidR="00232236" w:rsidRPr="00E04854" w:rsidRDefault="00232236" w:rsidP="006B2031">
      <w:pPr>
        <w:spacing w:after="6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  <w:lang w:val="uk-UA"/>
        </w:rPr>
      </w:pPr>
      <w:r w:rsidRPr="004222E4">
        <w:rPr>
          <w:rFonts w:ascii="Times New Roman" w:hAnsi="Times New Roman" w:cs="Times New Roman"/>
          <w:sz w:val="24"/>
          <w:szCs w:val="24"/>
          <w:lang w:val="uk-UA"/>
        </w:rPr>
        <w:t>Контактна мережа в місті дуже розгалужена. Її загальна протяжність становить 54,5 км, з них службова близько 2,5 км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222E4">
        <w:rPr>
          <w:rFonts w:ascii="Times New Roman" w:hAnsi="Times New Roman" w:cs="Times New Roman"/>
          <w:sz w:val="24"/>
          <w:szCs w:val="24"/>
          <w:lang w:val="uk-UA"/>
        </w:rPr>
        <w:t xml:space="preserve"> недіюча близько 5 км.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Види підвіски контактної мережі, які найбільш поширені: проста некомпенсована підвіска на гнучких поперечинах і поздовжньо-ланцюгова підвіска на кронштейні. Для розгалуження і перетину ліній використовуються: керовані стрілки типу СТУ-5, подібні стрілки СТС-5, перетину МПІ-5.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У місті існує шість тягових підстанцій. Лінії живлення повністю виконані у вигляді підземних кабелів. Енергопостачання здійснюється по кабельних лініях 6 кВ.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Тягова підстанція № 1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–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введена в експлуатацію в 1978 році.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Тягова підстанція № 2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–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введена в експлуатацію в 1978 році.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Тягова підстанція № 3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–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введена в експлуатацію в 1980 році.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Тягова підстанція № 4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–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введена в експлуатацію в 1985 році.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Тягова підстанція № 5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–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введена в експлуатацію в 1986 році.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Тягова підстанція № 6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–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введена в експлуатацію в 1989 році.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Депо № 1 - введено в експлуатацію в 1978 році.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Обслуговує тролейбусні маршрути: 1, 2, 5, 6.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Місткість на 100 машино-місць.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депо є 3 проїзних оглядових канави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на 10 тролейбусів і 2 ремонтних бокси на 5 тролейбусів. Є також малярний цех, база для капітального ремонту тролейбусів, також є суміщений бокс для машин контактної мережі на 4 машино-місця.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Перевезення пасажирів відбувається по 4-м тролейбусним маршрутам протяжністю 91,5 км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 тому числі:</w:t>
      </w:r>
    </w:p>
    <w:p w:rsidR="00232236" w:rsidRPr="00E04854" w:rsidRDefault="00232236" w:rsidP="00BE45FA">
      <w:pPr>
        <w:pStyle w:val="ListParagraph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маршрут №1 –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озеро Чисте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зупинка Кільцева;</w:t>
      </w:r>
    </w:p>
    <w:p w:rsidR="00232236" w:rsidRPr="00E04854" w:rsidRDefault="00232236" w:rsidP="00BE45FA">
      <w:pPr>
        <w:pStyle w:val="ListParagraph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маршрут №2 –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тролейбусне депо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зупинка Кільцева;</w:t>
      </w:r>
    </w:p>
    <w:p w:rsidR="00232236" w:rsidRPr="00E04854" w:rsidRDefault="00232236" w:rsidP="00BE45FA">
      <w:pPr>
        <w:pStyle w:val="ListParagraph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маршрут №5 – СПЗ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(нові площі)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зупинка Кільцева;</w:t>
      </w:r>
    </w:p>
    <w:p w:rsidR="00232236" w:rsidRPr="00E04854" w:rsidRDefault="00232236" w:rsidP="00BE45FA">
      <w:pPr>
        <w:pStyle w:val="ListParagraph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маршрут №6 – тролейбусне депо – прохідна Склопластик.</w:t>
      </w:r>
    </w:p>
    <w:p w:rsidR="00232236" w:rsidRDefault="00232236" w:rsidP="004E5A87">
      <w:pPr>
        <w:pStyle w:val="Subtitle"/>
        <w:tabs>
          <w:tab w:val="left" w:pos="0"/>
        </w:tabs>
        <w:spacing w:after="60"/>
        <w:ind w:left="0"/>
      </w:pPr>
      <w:r w:rsidRPr="00E04854">
        <w:rPr>
          <w:sz w:val="24"/>
          <w:szCs w:val="24"/>
          <w:lang w:val="uk-UA"/>
        </w:rPr>
        <w:tab/>
      </w:r>
      <w:bookmarkStart w:id="2" w:name="__DdeLink__222_6875322"/>
      <w:r>
        <w:rPr>
          <w:sz w:val="24"/>
          <w:szCs w:val="24"/>
          <w:lang w:val="uk-UA"/>
        </w:rPr>
        <w:t>За 8 місяців</w:t>
      </w:r>
      <w:r>
        <w:rPr>
          <w:sz w:val="24"/>
          <w:szCs w:val="24"/>
          <w:shd w:val="clear" w:color="auto" w:fill="FFFFFF"/>
          <w:lang w:val="uk-UA"/>
        </w:rPr>
        <w:t xml:space="preserve"> 2016 року</w:t>
      </w:r>
      <w:bookmarkEnd w:id="2"/>
      <w:r>
        <w:rPr>
          <w:sz w:val="24"/>
          <w:szCs w:val="24"/>
          <w:shd w:val="clear" w:color="auto" w:fill="FFFFFF"/>
          <w:lang w:val="uk-UA"/>
        </w:rPr>
        <w:t xml:space="preserve"> міським електротранспортом перевезено 14526,6 тис. пасажирів, що на 2,2% більше обсягу </w:t>
      </w:r>
      <w:r>
        <w:rPr>
          <w:sz w:val="24"/>
          <w:szCs w:val="24"/>
          <w:shd w:val="clear" w:color="auto" w:fill="FFFFFF"/>
          <w:lang w:val="uk-UA" w:eastAsia="uk-UA"/>
        </w:rPr>
        <w:t xml:space="preserve">перевезених пасажирів </w:t>
      </w:r>
      <w:r>
        <w:rPr>
          <w:sz w:val="24"/>
          <w:szCs w:val="24"/>
          <w:shd w:val="clear" w:color="auto" w:fill="FFFFFF"/>
          <w:lang w:val="uk-UA"/>
        </w:rPr>
        <w:t>за 8 місяців 2015 року. З них платних – 3525,9 тис. пасажирів, або 24,2% від загальної кількості, безоплатних – 11 000,7 тис. пасажирів, або 76,0%.</w:t>
      </w:r>
    </w:p>
    <w:p w:rsidR="00232236" w:rsidRDefault="00232236" w:rsidP="004E5A87">
      <w:pPr>
        <w:pStyle w:val="Subtitle"/>
        <w:tabs>
          <w:tab w:val="left" w:pos="0"/>
        </w:tabs>
        <w:spacing w:after="60"/>
        <w:ind w:left="0"/>
        <w:rPr>
          <w:shd w:val="clear" w:color="auto" w:fill="FFFFFF"/>
        </w:rPr>
      </w:pPr>
      <w:r>
        <w:rPr>
          <w:sz w:val="24"/>
          <w:szCs w:val="24"/>
          <w:shd w:val="clear" w:color="auto" w:fill="FFFFFF"/>
          <w:lang w:val="uk-UA"/>
        </w:rPr>
        <w:tab/>
        <w:t>За 8 місяців 2016 року на підприємстві за рахунок власних коштів придбано 10 одиниць шин для тролейбусів на загальну суму – 47,0 тис. грн.;</w:t>
      </w:r>
    </w:p>
    <w:p w:rsidR="00232236" w:rsidRDefault="00232236" w:rsidP="004E5A87">
      <w:pPr>
        <w:tabs>
          <w:tab w:val="left" w:pos="709"/>
        </w:tabs>
        <w:spacing w:after="60" w:line="240" w:lineRule="auto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З міського бюджету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Pr="000344F1">
        <w:rPr>
          <w:rFonts w:ascii="Times New Roman" w:hAnsi="Times New Roman" w:cs="Times New Roman"/>
          <w:sz w:val="24"/>
          <w:szCs w:val="24"/>
          <w:shd w:val="clear" w:color="auto" w:fill="FFFFFF"/>
        </w:rPr>
        <w:t>виділена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фінансова підтримка на виплату заробітн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ої плати в розмірі 5000,0 тис.грн.</w:t>
      </w:r>
    </w:p>
    <w:p w:rsidR="00232236" w:rsidRDefault="00232236" w:rsidP="004E5A87">
      <w:pPr>
        <w:spacing w:after="60" w:line="24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Оновлення рухомого складу з</w:t>
      </w:r>
      <w:r>
        <w:rPr>
          <w:rFonts w:ascii="Times New Roman" w:hAnsi="Times New Roman" w:cs="Times New Roman"/>
          <w:sz w:val="24"/>
          <w:szCs w:val="24"/>
          <w:lang w:val="uk-UA"/>
        </w:rPr>
        <w:t>а 8 місяців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2016 року</w:t>
      </w:r>
      <w:r>
        <w:rPr>
          <w:rFonts w:ascii="Times New Roman" w:hAnsi="Times New Roman" w:cs="Times New Roman"/>
          <w:sz w:val="24"/>
          <w:szCs w:val="24"/>
        </w:rPr>
        <w:t xml:space="preserve"> не було. Останнє оновлення рухомого складу відбувалося в 2011 році, отримано 10 од</w:t>
      </w:r>
      <w:r>
        <w:rPr>
          <w:rFonts w:ascii="Times New Roman" w:hAnsi="Times New Roman" w:cs="Times New Roman"/>
          <w:sz w:val="24"/>
          <w:szCs w:val="24"/>
          <w:lang w:val="uk-UA"/>
        </w:rPr>
        <w:t>иниць</w:t>
      </w:r>
      <w:r>
        <w:rPr>
          <w:rFonts w:ascii="Times New Roman" w:hAnsi="Times New Roman" w:cs="Times New Roman"/>
          <w:sz w:val="24"/>
          <w:szCs w:val="24"/>
        </w:rPr>
        <w:t xml:space="preserve"> тролейбусів від власника ПрАТ «Сєвєродонецьке об’єднання Азот».</w:t>
      </w:r>
    </w:p>
    <w:p w:rsidR="00232236" w:rsidRDefault="00232236" w:rsidP="004E5A87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Зношеність рухомого складу становить 54,5%. Значна зношеність рухомого складу та відсутність належного фінансування на його оновлення призводить до суттєвого погіршення технічного стану не лише рухомого складу, але й контактної та кабельної мережі і усієї інфраструктури підприємства.</w:t>
      </w:r>
    </w:p>
    <w:p w:rsidR="00232236" w:rsidRDefault="00232236" w:rsidP="004E5A87"/>
    <w:p w:rsidR="00232236" w:rsidRPr="00E04854" w:rsidRDefault="00232236" w:rsidP="004E5A87">
      <w:pPr>
        <w:pStyle w:val="Subtitle"/>
        <w:tabs>
          <w:tab w:val="left" w:pos="0"/>
        </w:tabs>
        <w:spacing w:after="60"/>
        <w:ind w:left="0"/>
        <w:jc w:val="center"/>
        <w:rPr>
          <w:b/>
          <w:bCs/>
          <w:lang w:val="uk-UA" w:eastAsia="uk-UA"/>
        </w:rPr>
      </w:pPr>
      <w:r w:rsidRPr="00E04854">
        <w:rPr>
          <w:b/>
          <w:bCs/>
          <w:lang w:val="uk-UA"/>
        </w:rPr>
        <w:t>ІІІ. МЕТА ПРОГРАМИ</w:t>
      </w:r>
    </w:p>
    <w:p w:rsidR="00232236" w:rsidRPr="000630B3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Мета Програми - забезпечення сталого функціонування та подальшого розвитку міського електротранспорту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630B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створення належних умов для надання населенню якісних, безпечних послуг з перевезення тролейбусами </w:t>
      </w:r>
      <w:r w:rsidRPr="000630B3">
        <w:rPr>
          <w:rFonts w:ascii="Times New Roman" w:hAnsi="Times New Roman" w:cs="Times New Roman"/>
          <w:sz w:val="24"/>
          <w:szCs w:val="24"/>
          <w:lang w:val="uk-UA"/>
        </w:rPr>
        <w:t>на території м. Сєвєродонецька.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Програма спрямована на забезпечення реалізації в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2017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ці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засад державної політики у сфері міського електротранспорту, а саме на розв'язання основних завдань:</w:t>
      </w:r>
    </w:p>
    <w:p w:rsidR="00232236" w:rsidRPr="00E04854" w:rsidRDefault="00232236" w:rsidP="00E16CF3">
      <w:pPr>
        <w:pStyle w:val="ListParagraph"/>
        <w:numPr>
          <w:ilvl w:val="0"/>
          <w:numId w:val="11"/>
        </w:numPr>
        <w:spacing w:after="6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організація ефективного управління міським електротранспортом та використання його майнового комплексу;</w:t>
      </w:r>
    </w:p>
    <w:p w:rsidR="00232236" w:rsidRPr="00E04854" w:rsidRDefault="00232236" w:rsidP="00BE45FA">
      <w:pPr>
        <w:pStyle w:val="ListParagraph"/>
        <w:numPr>
          <w:ilvl w:val="0"/>
          <w:numId w:val="6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забезпечення беззбиткового функціонування підприємства;</w:t>
      </w:r>
    </w:p>
    <w:p w:rsidR="00232236" w:rsidRPr="00E04854" w:rsidRDefault="00232236" w:rsidP="00BE45FA">
      <w:pPr>
        <w:pStyle w:val="ListParagraph"/>
        <w:numPr>
          <w:ilvl w:val="0"/>
          <w:numId w:val="6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технічне переоснащення електротранспорту;</w:t>
      </w:r>
    </w:p>
    <w:p w:rsidR="00232236" w:rsidRPr="00E04854" w:rsidRDefault="00232236" w:rsidP="00BE45FA">
      <w:pPr>
        <w:pStyle w:val="ListParagraph"/>
        <w:numPr>
          <w:ilvl w:val="0"/>
          <w:numId w:val="6"/>
        </w:numPr>
        <w:spacing w:after="60" w:line="240" w:lineRule="auto"/>
        <w:ind w:left="42" w:firstLine="31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нормативно-правове і науково-технічне забезпечення функціонування розвитку міського електротранспорту;</w:t>
      </w:r>
    </w:p>
    <w:p w:rsidR="00232236" w:rsidRPr="00E04854" w:rsidRDefault="00232236" w:rsidP="00BE45FA">
      <w:pPr>
        <w:pStyle w:val="ListParagraph"/>
        <w:numPr>
          <w:ilvl w:val="0"/>
          <w:numId w:val="5"/>
        </w:numPr>
        <w:spacing w:after="6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збільшення питомої ваги електротранспорту у міських пасажирських перевезеннях, пріоритетний його розвиток у місті;</w:t>
      </w:r>
    </w:p>
    <w:p w:rsidR="00232236" w:rsidRPr="00E04854" w:rsidRDefault="00232236" w:rsidP="007E7A53">
      <w:pPr>
        <w:pStyle w:val="ListParagraph"/>
        <w:numPr>
          <w:ilvl w:val="0"/>
          <w:numId w:val="6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створення умов для пріоритетного розвитку міського електротранспорту. </w:t>
      </w:r>
    </w:p>
    <w:p w:rsidR="00232236" w:rsidRPr="00E04854" w:rsidRDefault="00232236" w:rsidP="006D0BA1">
      <w:pPr>
        <w:spacing w:before="240" w:after="24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E0485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IV. ОБҐРУНТУВАННЯ ШЛЯХІВ ТА ЗАСОБІВ РОЗВ'ЯЗАННЯ ПРОБЛЕМ</w:t>
      </w:r>
    </w:p>
    <w:p w:rsidR="00232236" w:rsidRPr="00E04854" w:rsidRDefault="00232236" w:rsidP="00BE45FA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Проблему забезпечення належного рівня перевезень пасажирів міським електротранспортом м. Сєвєродонецька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передбачається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розв'язати шляхом організації ефективного управління електротранспортом, використання його майнового комплексу, а саме вирішення питання ефективного використання та розвитку ремонтної інфраструктури підприємства електротранспорту, належного утримання рухомого складу, забезпечення безпеки руху та поліпшення якості надання транспортних послуг.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Забезпечення беззбиткового функціонування електротранспорту, що передбачає:</w:t>
      </w:r>
    </w:p>
    <w:p w:rsidR="00232236" w:rsidRPr="00E04854" w:rsidRDefault="00232236" w:rsidP="006D0BA1">
      <w:pPr>
        <w:pStyle w:val="ListParagraph"/>
        <w:numPr>
          <w:ilvl w:val="0"/>
          <w:numId w:val="6"/>
        </w:numPr>
        <w:spacing w:after="6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збільшення власних доходів підприємства шляхом створення умов для рівноцінної конкуренції на ринку транспортн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их послуг, здійснення у порядку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встановленому законодавством, регулювання граничних розмірів тарифів на проїзд для різних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видів транспорту;</w:t>
      </w:r>
    </w:p>
    <w:p w:rsidR="00232236" w:rsidRPr="00E7358E" w:rsidRDefault="00232236" w:rsidP="006D0BA1">
      <w:pPr>
        <w:pStyle w:val="ListParagraph"/>
        <w:numPr>
          <w:ilvl w:val="0"/>
          <w:numId w:val="6"/>
        </w:numPr>
        <w:spacing w:after="6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7358E">
        <w:rPr>
          <w:rFonts w:ascii="Times New Roman" w:hAnsi="Times New Roman" w:cs="Times New Roman"/>
          <w:sz w:val="24"/>
          <w:szCs w:val="24"/>
          <w:lang w:val="uk-UA" w:eastAsia="uk-UA"/>
        </w:rPr>
        <w:t>підвищення тарифу на проїзд електротранспортом;</w:t>
      </w:r>
    </w:p>
    <w:p w:rsidR="00232236" w:rsidRPr="00E7358E" w:rsidRDefault="00232236" w:rsidP="00BE45FA">
      <w:pPr>
        <w:pStyle w:val="ListParagraph"/>
        <w:numPr>
          <w:ilvl w:val="0"/>
          <w:numId w:val="6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7358E">
        <w:rPr>
          <w:rFonts w:ascii="Times New Roman" w:hAnsi="Times New Roman" w:cs="Times New Roman"/>
          <w:sz w:val="24"/>
          <w:szCs w:val="24"/>
          <w:lang w:val="uk-UA" w:eastAsia="uk-UA"/>
        </w:rPr>
        <w:t>підвищення ефективності роботи із збору плати за проїзд;</w:t>
      </w:r>
    </w:p>
    <w:p w:rsidR="00232236" w:rsidRPr="00E04854" w:rsidRDefault="00232236" w:rsidP="00BE45FA">
      <w:pPr>
        <w:spacing w:after="60" w:line="240" w:lineRule="auto"/>
        <w:ind w:left="708" w:firstLine="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Робота з технічного переоснащення електротранспорту передбачає:</w:t>
      </w:r>
    </w:p>
    <w:p w:rsidR="00232236" w:rsidRPr="00E04854" w:rsidRDefault="00232236" w:rsidP="00BE45FA">
      <w:pPr>
        <w:pStyle w:val="ListParagraph"/>
        <w:numPr>
          <w:ilvl w:val="0"/>
          <w:numId w:val="6"/>
        </w:numPr>
        <w:spacing w:after="6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капітальний ремонт тролейбусних ліній;</w:t>
      </w:r>
    </w:p>
    <w:p w:rsidR="00232236" w:rsidRPr="00E04854" w:rsidRDefault="00232236" w:rsidP="00BE45FA">
      <w:pPr>
        <w:pStyle w:val="ListParagraph"/>
        <w:numPr>
          <w:ilvl w:val="0"/>
          <w:numId w:val="6"/>
        </w:numPr>
        <w:spacing w:after="6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реалізацію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завдань збереження та модернізації наявного парку тролейбусів, проведення ефективної енергозберігаючої політики.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Заходи з науково-технічного забезпечення міського електротранспорту передбачають:</w:t>
      </w:r>
    </w:p>
    <w:p w:rsidR="00232236" w:rsidRPr="00E04854" w:rsidRDefault="00232236" w:rsidP="00BE45FA">
      <w:pPr>
        <w:pStyle w:val="ListParagraph"/>
        <w:numPr>
          <w:ilvl w:val="0"/>
          <w:numId w:val="6"/>
        </w:numPr>
        <w:spacing w:after="6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впровадження в експлуатацію та освоєння технічного обслуговування і ремонту нових типів тролейбусів, іншого обладнання, автоматизація робочих місць;</w:t>
      </w:r>
    </w:p>
    <w:p w:rsidR="00232236" w:rsidRPr="00E04854" w:rsidRDefault="00232236" w:rsidP="00BE45FA">
      <w:pPr>
        <w:pStyle w:val="ListParagraph"/>
        <w:numPr>
          <w:ilvl w:val="0"/>
          <w:numId w:val="6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контроль і керування рухом в автоматичному режимі;</w:t>
      </w:r>
    </w:p>
    <w:p w:rsidR="00232236" w:rsidRPr="00E04854" w:rsidRDefault="00232236" w:rsidP="00BE45FA">
      <w:pPr>
        <w:pStyle w:val="ListParagraph"/>
        <w:numPr>
          <w:ilvl w:val="0"/>
          <w:numId w:val="6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впровадження новітніх заходів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забезпечення безпеки руху;</w:t>
      </w:r>
    </w:p>
    <w:p w:rsidR="00232236" w:rsidRPr="00E04854" w:rsidRDefault="00232236" w:rsidP="006D0BA1">
      <w:pPr>
        <w:pStyle w:val="ListParagraph"/>
        <w:numPr>
          <w:ilvl w:val="0"/>
          <w:numId w:val="6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впровадження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заходів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енергозбереження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та ресурсозбереження.</w:t>
      </w:r>
    </w:p>
    <w:p w:rsidR="00232236" w:rsidRPr="00E04854" w:rsidRDefault="00232236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Заходи по створенню умов для пріоритетного розвитку електротранспорту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:</w:t>
      </w:r>
    </w:p>
    <w:p w:rsidR="00232236" w:rsidRPr="00E04854" w:rsidRDefault="00232236" w:rsidP="0094168A">
      <w:pPr>
        <w:pStyle w:val="ListParagraph"/>
        <w:numPr>
          <w:ilvl w:val="0"/>
          <w:numId w:val="6"/>
        </w:numPr>
        <w:spacing w:after="6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удосконалення  координації роботи, пов'язаної з функціонуванням електротранспорту та інших видів транспорту, виключення дублювання приватними автоперевізниками тролейбусних маршрутів.</w:t>
      </w:r>
    </w:p>
    <w:p w:rsidR="00232236" w:rsidRDefault="00232236" w:rsidP="00723034">
      <w:pPr>
        <w:spacing w:before="240" w:after="24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232236" w:rsidRPr="00E04854" w:rsidRDefault="00232236" w:rsidP="00075448">
      <w:pPr>
        <w:spacing w:before="240" w:after="24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E0485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V. </w:t>
      </w:r>
      <w:r w:rsidRPr="00E04854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СТРОКИ І ЕТАПИ ВИКОНАННЯ ПРОГРАМИ</w:t>
      </w:r>
    </w:p>
    <w:p w:rsidR="00232236" w:rsidRPr="00E04854" w:rsidRDefault="00232236" w:rsidP="003C67A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Програма реалізується в один етап. Початок дії Програми – </w:t>
      </w:r>
      <w:r>
        <w:rPr>
          <w:rFonts w:ascii="Times New Roman" w:hAnsi="Times New Roman" w:cs="Times New Roman"/>
          <w:sz w:val="24"/>
          <w:szCs w:val="24"/>
          <w:lang w:val="uk-UA"/>
        </w:rPr>
        <w:t>січень 2017</w:t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 xml:space="preserve"> року, закінчення – грудень 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</w:p>
    <w:p w:rsidR="00232236" w:rsidRPr="00E04854" w:rsidRDefault="00232236" w:rsidP="00BE45FA">
      <w:pPr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E04854">
        <w:rPr>
          <w:rFonts w:ascii="Times New Roman" w:hAnsi="Times New Roman" w:cs="Times New Roman"/>
          <w:b/>
          <w:bCs/>
          <w:sz w:val="28"/>
          <w:szCs w:val="28"/>
          <w:lang w:val="uk-UA"/>
        </w:rPr>
        <w:t>VІ. НАПРЯМИ ДІЯЛЬНОСТІ, ЗАВДАННЯ І ЗАХОДИ ПРОГРАМИ</w:t>
      </w:r>
    </w:p>
    <w:p w:rsidR="00232236" w:rsidRPr="00E04854" w:rsidRDefault="00232236" w:rsidP="00BE4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Завдання і заходи Програми з визначенням обсягів та джерел фінансування наведені в додатку1.</w:t>
      </w:r>
    </w:p>
    <w:p w:rsidR="00232236" w:rsidRPr="00E04854" w:rsidRDefault="00232236" w:rsidP="00075448">
      <w:pPr>
        <w:spacing w:before="240" w:after="24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bCs/>
          <w:sz w:val="28"/>
          <w:szCs w:val="28"/>
          <w:lang w:val="uk-UA"/>
        </w:rPr>
        <w:t>VІІ. РЕСУРСНЕ ЗАБЕЗПЕЧЕННЯ ПРОГРАМИ</w:t>
      </w:r>
    </w:p>
    <w:p w:rsidR="00232236" w:rsidRPr="00E04854" w:rsidRDefault="00232236" w:rsidP="00BE45FA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Виконання заходів Програми забезпечується за рахунок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власних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коштів КП «Сєвєродонецьке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тролейбусне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управління», коштів міського бюджету в межах призначень та інших джерел, не заборонених чинним законодавством України. </w:t>
      </w:r>
    </w:p>
    <w:p w:rsidR="00232236" w:rsidRPr="00723034" w:rsidRDefault="00232236" w:rsidP="006C3DD2">
      <w:pPr>
        <w:spacing w:after="0" w:line="240" w:lineRule="auto"/>
        <w:ind w:left="-60" w:right="-90" w:firstLine="76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230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Загальний обсяг фінансування програми на 2017 рік складає </w:t>
      </w:r>
      <w:r>
        <w:rPr>
          <w:rFonts w:ascii="Times New Roman" w:hAnsi="Times New Roman" w:cs="Times New Roman"/>
          <w:sz w:val="24"/>
          <w:szCs w:val="24"/>
          <w:lang w:val="uk-UA"/>
        </w:rPr>
        <w:t>26712</w:t>
      </w:r>
      <w:r w:rsidRPr="00723034">
        <w:rPr>
          <w:rFonts w:ascii="Times New Roman" w:hAnsi="Times New Roman" w:cs="Times New Roman"/>
          <w:sz w:val="24"/>
          <w:szCs w:val="24"/>
          <w:lang w:val="uk-UA"/>
        </w:rPr>
        <w:t>,665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230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тис. грн., в тому числі власні кошти КП «Сєвєродонецьке тролейбусне управління» складають </w:t>
      </w:r>
      <w:r>
        <w:rPr>
          <w:rFonts w:ascii="Times New Roman" w:hAnsi="Times New Roman" w:cs="Times New Roman"/>
          <w:sz w:val="24"/>
          <w:szCs w:val="24"/>
          <w:lang w:val="uk-UA"/>
        </w:rPr>
        <w:t>6063</w:t>
      </w:r>
      <w:r w:rsidRPr="00723034">
        <w:rPr>
          <w:rFonts w:ascii="Times New Roman" w:hAnsi="Times New Roman" w:cs="Times New Roman"/>
          <w:sz w:val="24"/>
          <w:szCs w:val="24"/>
          <w:lang w:val="uk-UA"/>
        </w:rPr>
        <w:t>,427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230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тис. грн., кошти міського бюджету складають </w:t>
      </w:r>
      <w:r w:rsidRPr="00723034">
        <w:rPr>
          <w:rFonts w:ascii="Times New Roman" w:hAnsi="Times New Roman" w:cs="Times New Roman"/>
          <w:sz w:val="24"/>
          <w:szCs w:val="24"/>
          <w:lang w:val="uk-UA"/>
        </w:rPr>
        <w:t>20649,238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23034">
        <w:rPr>
          <w:rFonts w:ascii="Times New Roman" w:hAnsi="Times New Roman" w:cs="Times New Roman"/>
          <w:sz w:val="24"/>
          <w:szCs w:val="24"/>
          <w:lang w:val="uk-UA" w:eastAsia="uk-UA"/>
        </w:rPr>
        <w:t>тис. грн., які спрямовані на п</w:t>
      </w:r>
      <w:r w:rsidRPr="00723034">
        <w:rPr>
          <w:rFonts w:ascii="Times New Roman" w:hAnsi="Times New Roman" w:cs="Times New Roman"/>
          <w:sz w:val="24"/>
          <w:szCs w:val="24"/>
          <w:lang w:val="uk-UA"/>
        </w:rPr>
        <w:t>окриття збитків від безоплатного перевезення тролейбусами пільгових категорій громадян</w:t>
      </w:r>
      <w:r w:rsidRPr="00723034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232236" w:rsidRDefault="00232236" w:rsidP="006C3DD2">
      <w:pPr>
        <w:spacing w:after="0" w:line="240" w:lineRule="auto"/>
        <w:ind w:left="-60" w:right="-90" w:firstLine="76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6"/>
        <w:gridCol w:w="4927"/>
      </w:tblGrid>
      <w:tr w:rsidR="00232236" w:rsidRPr="009E3D50">
        <w:trPr>
          <w:trHeight w:val="671"/>
        </w:trPr>
        <w:tc>
          <w:tcPr>
            <w:tcW w:w="4926" w:type="dxa"/>
            <w:vAlign w:val="center"/>
          </w:tcPr>
          <w:p w:rsidR="00232236" w:rsidRPr="009E3D50" w:rsidRDefault="00232236" w:rsidP="009E3D50">
            <w:pPr>
              <w:spacing w:after="0" w:line="240" w:lineRule="auto"/>
              <w:ind w:left="34" w:right="-12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Джерела фінансування</w:t>
            </w:r>
          </w:p>
        </w:tc>
        <w:tc>
          <w:tcPr>
            <w:tcW w:w="4927" w:type="dxa"/>
            <w:vAlign w:val="center"/>
          </w:tcPr>
          <w:p w:rsidR="00232236" w:rsidRPr="009E3D50" w:rsidRDefault="00232236" w:rsidP="009E3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Обсяги фінансування на 2017 рік, тис. грн.</w:t>
            </w:r>
          </w:p>
        </w:tc>
      </w:tr>
      <w:tr w:rsidR="00232236" w:rsidRPr="009E3D50">
        <w:trPr>
          <w:trHeight w:val="423"/>
        </w:trPr>
        <w:tc>
          <w:tcPr>
            <w:tcW w:w="4926" w:type="dxa"/>
            <w:vAlign w:val="center"/>
          </w:tcPr>
          <w:p w:rsidR="00232236" w:rsidRPr="009E3D50" w:rsidRDefault="00232236" w:rsidP="009E3D50">
            <w:pPr>
              <w:spacing w:after="0" w:line="240" w:lineRule="auto"/>
              <w:ind w:left="34" w:right="-12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4927" w:type="dxa"/>
            <w:vAlign w:val="center"/>
          </w:tcPr>
          <w:p w:rsidR="00232236" w:rsidRPr="009E3D50" w:rsidRDefault="00232236" w:rsidP="009E3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26712,665</w:t>
            </w:r>
          </w:p>
        </w:tc>
      </w:tr>
      <w:tr w:rsidR="00232236" w:rsidRPr="009E3D50">
        <w:tc>
          <w:tcPr>
            <w:tcW w:w="4926" w:type="dxa"/>
            <w:vAlign w:val="center"/>
          </w:tcPr>
          <w:p w:rsidR="00232236" w:rsidRPr="009E3D50" w:rsidRDefault="00232236" w:rsidP="009E3D50">
            <w:pPr>
              <w:spacing w:after="0" w:line="240" w:lineRule="auto"/>
              <w:ind w:left="34" w:right="-12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</w:t>
            </w:r>
          </w:p>
        </w:tc>
        <w:tc>
          <w:tcPr>
            <w:tcW w:w="4927" w:type="dxa"/>
            <w:vAlign w:val="center"/>
          </w:tcPr>
          <w:p w:rsidR="00232236" w:rsidRPr="009E3D50" w:rsidRDefault="00232236" w:rsidP="009E3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232236" w:rsidRPr="009E3D50">
        <w:trPr>
          <w:trHeight w:val="407"/>
        </w:trPr>
        <w:tc>
          <w:tcPr>
            <w:tcW w:w="4926" w:type="dxa"/>
            <w:vAlign w:val="center"/>
          </w:tcPr>
          <w:p w:rsidR="00232236" w:rsidRPr="009E3D50" w:rsidRDefault="00232236" w:rsidP="009E3D50">
            <w:pPr>
              <w:spacing w:after="0" w:line="240" w:lineRule="auto"/>
              <w:ind w:left="34" w:right="-12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міського бюджету</w:t>
            </w:r>
          </w:p>
        </w:tc>
        <w:tc>
          <w:tcPr>
            <w:tcW w:w="4927" w:type="dxa"/>
            <w:vAlign w:val="center"/>
          </w:tcPr>
          <w:p w:rsidR="00232236" w:rsidRPr="009E3D50" w:rsidRDefault="00232236" w:rsidP="009E3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20649,238</w:t>
            </w:r>
          </w:p>
        </w:tc>
      </w:tr>
      <w:tr w:rsidR="00232236" w:rsidRPr="009E3D50">
        <w:tc>
          <w:tcPr>
            <w:tcW w:w="4926" w:type="dxa"/>
            <w:vAlign w:val="center"/>
          </w:tcPr>
          <w:p w:rsidR="00232236" w:rsidRPr="009E3D50" w:rsidRDefault="00232236" w:rsidP="009E3D50">
            <w:pPr>
              <w:spacing w:after="0" w:line="240" w:lineRule="auto"/>
              <w:ind w:left="34" w:right="-12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 КП «Сєвєродонецьке тролейбусне управління»</w:t>
            </w:r>
          </w:p>
        </w:tc>
        <w:tc>
          <w:tcPr>
            <w:tcW w:w="4927" w:type="dxa"/>
            <w:vAlign w:val="center"/>
          </w:tcPr>
          <w:p w:rsidR="00232236" w:rsidRPr="009E3D50" w:rsidRDefault="00232236" w:rsidP="009E3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3D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6063,427</w:t>
            </w:r>
          </w:p>
        </w:tc>
      </w:tr>
    </w:tbl>
    <w:p w:rsidR="00232236" w:rsidRPr="00570437" w:rsidRDefault="00232236" w:rsidP="00075448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32236" w:rsidRPr="00E04854" w:rsidRDefault="00232236" w:rsidP="00075448">
      <w:pPr>
        <w:spacing w:before="240" w:after="24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bCs/>
          <w:sz w:val="28"/>
          <w:szCs w:val="28"/>
          <w:lang w:val="uk-UA"/>
        </w:rPr>
        <w:t>VIII. ОРГАНІЗАЦІЯ УПРАВЛІННЯ ТА КОНТРОЛЬ ЗА ХОДОМ ВИКОНАННЯ ПРОГРАМИ</w:t>
      </w:r>
    </w:p>
    <w:p w:rsidR="00232236" w:rsidRPr="00E04854" w:rsidRDefault="00232236" w:rsidP="00BE45FA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Замовником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Програми є Сєвєродонецька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міська рада. </w:t>
      </w:r>
    </w:p>
    <w:p w:rsidR="00232236" w:rsidRPr="00E04854" w:rsidRDefault="00232236" w:rsidP="00BE45FA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Організація виконання заходів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Програми покладається на сектор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транспорту та зв’язку Департаменту економічного розвитку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торгівлі Сєвєродонецької міської ради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, управління житлово-комунального господарства, фонд комунального майна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та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КП «Сєвєродонецьке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тролейбусне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управління»</w:t>
      </w:r>
    </w:p>
    <w:p w:rsidR="00232236" w:rsidRPr="00E04854" w:rsidRDefault="00232236" w:rsidP="00BE45FA">
      <w:pPr>
        <w:pStyle w:val="BodyText"/>
        <w:spacing w:after="60"/>
        <w:ind w:firstLine="708"/>
        <w:jc w:val="both"/>
        <w:rPr>
          <w:sz w:val="24"/>
          <w:szCs w:val="24"/>
          <w:lang w:val="uk-UA"/>
        </w:rPr>
      </w:pPr>
      <w:r w:rsidRPr="00E04854">
        <w:rPr>
          <w:sz w:val="24"/>
          <w:szCs w:val="24"/>
          <w:lang w:val="uk-UA"/>
        </w:rPr>
        <w:t xml:space="preserve">Для забезпечення належного рівня відповідальності за реалізацію Програми планується проведення моніторингу її реалізації. </w:t>
      </w:r>
      <w:bookmarkStart w:id="3" w:name="_Toc415943879"/>
      <w:r w:rsidRPr="00E04854">
        <w:rPr>
          <w:sz w:val="24"/>
          <w:szCs w:val="24"/>
          <w:lang w:val="uk-UA"/>
        </w:rPr>
        <w:t>Підс</w:t>
      </w:r>
      <w:r>
        <w:rPr>
          <w:sz w:val="24"/>
          <w:szCs w:val="24"/>
          <w:lang w:val="uk-UA"/>
        </w:rPr>
        <w:t>умки моніторингу підводяться чотири</w:t>
      </w:r>
      <w:r w:rsidRPr="00E04854">
        <w:rPr>
          <w:sz w:val="24"/>
          <w:szCs w:val="24"/>
          <w:lang w:val="uk-UA"/>
        </w:rPr>
        <w:t xml:space="preserve"> рази на рік у вигляді звіті</w:t>
      </w:r>
      <w:bookmarkEnd w:id="3"/>
      <w:r w:rsidRPr="00E04854">
        <w:rPr>
          <w:sz w:val="24"/>
          <w:szCs w:val="24"/>
          <w:lang w:val="uk-UA"/>
        </w:rPr>
        <w:t>в.</w:t>
      </w:r>
    </w:p>
    <w:p w:rsidR="00232236" w:rsidRPr="00E04854" w:rsidRDefault="00232236" w:rsidP="00BE45FA">
      <w:pPr>
        <w:pStyle w:val="BodyText"/>
        <w:spacing w:after="60"/>
        <w:ind w:firstLine="708"/>
        <w:jc w:val="both"/>
        <w:rPr>
          <w:sz w:val="24"/>
          <w:szCs w:val="24"/>
          <w:lang w:val="uk-UA"/>
        </w:rPr>
      </w:pPr>
      <w:r w:rsidRPr="00E04854">
        <w:rPr>
          <w:sz w:val="24"/>
          <w:szCs w:val="24"/>
          <w:lang w:val="uk-UA"/>
        </w:rPr>
        <w:t>Програма відкрита для внесення змін та доповнень.</w:t>
      </w:r>
    </w:p>
    <w:p w:rsidR="00232236" w:rsidRPr="00E04854" w:rsidRDefault="00232236" w:rsidP="00903776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здійснює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міська рада та постійна комісія по управлінню ЖКГ, комунальною власністю, побутовим та торгівельним обслуговуванням, транспортом та зв’язком.</w:t>
      </w:r>
    </w:p>
    <w:p w:rsidR="00232236" w:rsidRPr="00E04854" w:rsidRDefault="00232236" w:rsidP="00075448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bCs/>
          <w:sz w:val="28"/>
          <w:szCs w:val="28"/>
          <w:lang w:val="uk-UA"/>
        </w:rPr>
        <w:t>IХ.ОЧІКУВАНІ РЕЗУЛЬТАТИ ВИКОНАННЯ ПРОГРАМИ, ВИЗНАЧЕННЯ ЇЇ ЕФЕКТИВНОСТІ</w:t>
      </w:r>
    </w:p>
    <w:p w:rsidR="00232236" w:rsidRPr="00E04854" w:rsidRDefault="00232236" w:rsidP="00BE45FA">
      <w:pPr>
        <w:spacing w:after="60" w:line="240" w:lineRule="auto"/>
        <w:ind w:firstLine="708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Виконання завдань та заходів Програми надасть можливість:</w:t>
      </w:r>
    </w:p>
    <w:p w:rsidR="00232236" w:rsidRPr="00E04854" w:rsidRDefault="00232236" w:rsidP="00BE45FA">
      <w:pPr>
        <w:pStyle w:val="ListParagraph"/>
        <w:numPr>
          <w:ilvl w:val="0"/>
          <w:numId w:val="6"/>
        </w:numPr>
        <w:tabs>
          <w:tab w:val="left" w:pos="1064"/>
        </w:tabs>
        <w:spacing w:after="60" w:line="240" w:lineRule="auto"/>
        <w:ind w:left="-28" w:firstLine="756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у соціальній сфері - підвищити рівень задоволення потреб населення у високоякісних та безпечних перевезеннях тролейбусами, забезпечити розвиток маршрутної мережі електротранспорту, поліпшити екологічний санітарний стан у місті;</w:t>
      </w:r>
    </w:p>
    <w:p w:rsidR="00232236" w:rsidRPr="00E04854" w:rsidRDefault="00232236" w:rsidP="00BE45FA">
      <w:pPr>
        <w:pStyle w:val="ListParagraph"/>
        <w:numPr>
          <w:ilvl w:val="0"/>
          <w:numId w:val="6"/>
        </w:numPr>
        <w:tabs>
          <w:tab w:val="left" w:pos="1064"/>
        </w:tabs>
        <w:spacing w:after="60" w:line="240" w:lineRule="auto"/>
        <w:ind w:left="-28" w:firstLine="756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в економічній сфері - забезпечити ефективне використання електроенергії та зменшити обсяг використання нафтопродуктів, розширити обсяг послуг електротранспорту, що сприятиме економічному зміцненню підприємства;</w:t>
      </w:r>
    </w:p>
    <w:p w:rsidR="00232236" w:rsidRPr="00E04854" w:rsidRDefault="00232236" w:rsidP="00BE45FA">
      <w:pPr>
        <w:pStyle w:val="ListParagraph"/>
        <w:numPr>
          <w:ilvl w:val="0"/>
          <w:numId w:val="6"/>
        </w:numPr>
        <w:tabs>
          <w:tab w:val="left" w:pos="1064"/>
        </w:tabs>
        <w:spacing w:after="60" w:line="240" w:lineRule="auto"/>
        <w:ind w:left="-28" w:firstLine="756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у технологічній сфері - освоїти управління новими типами су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часного рухомого складу та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обладнання, що 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озволить</w:t>
      </w: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зменшити енергоспоживання електротранспортом, покращити показники надійності, комфортності та безпеки пасажирських перевезень в місті.</w:t>
      </w:r>
    </w:p>
    <w:p w:rsidR="00232236" w:rsidRPr="00E04854" w:rsidRDefault="00232236" w:rsidP="00BE4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Показники оцінки ефективності виконання Програми наведено у додатку 2.</w:t>
      </w:r>
    </w:p>
    <w:p w:rsidR="00232236" w:rsidRDefault="00232236" w:rsidP="00D76478">
      <w:pPr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</w:t>
      </w:r>
    </w:p>
    <w:p w:rsidR="00232236" w:rsidRDefault="00232236" w:rsidP="00D76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</w:t>
      </w:r>
    </w:p>
    <w:p w:rsidR="00232236" w:rsidRDefault="00232236" w:rsidP="00D76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Додаток 1 </w:t>
      </w:r>
    </w:p>
    <w:p w:rsidR="00232236" w:rsidRPr="00D76478" w:rsidRDefault="00232236" w:rsidP="00D764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до Програми</w:t>
      </w:r>
    </w:p>
    <w:p w:rsidR="00232236" w:rsidRPr="00E04854" w:rsidRDefault="00232236" w:rsidP="00D76478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ЗАВДАННЯ І ЗАХОДИ</w:t>
      </w:r>
    </w:p>
    <w:p w:rsidR="00232236" w:rsidRPr="00E04854" w:rsidRDefault="00232236" w:rsidP="00BE45FA">
      <w:pPr>
        <w:spacing w:after="120" w:line="240" w:lineRule="auto"/>
        <w:ind w:left="-425" w:right="-567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МІСЬКОЇ ЦІЛЬОВОЇ  ПРОГРАМИ </w:t>
      </w:r>
      <w:r w:rsidRPr="00E0485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РОЗВИТКУ МІСЬКОГО ЕЛЕКТРОТРАНСПОРТУ </w:t>
      </w:r>
      <w:r w:rsidRPr="00E0485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М.СЄВЄРОДОНЕЦЬКА НА </w:t>
      </w:r>
      <w:r w:rsidRPr="007B622D">
        <w:rPr>
          <w:rFonts w:ascii="Times New Roman" w:hAnsi="Times New Roman" w:cs="Times New Roman"/>
          <w:b/>
          <w:bCs/>
          <w:sz w:val="28"/>
          <w:szCs w:val="28"/>
          <w:lang w:val="uk-UA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Pr="00E0485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E04854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</w:p>
    <w:tbl>
      <w:tblPr>
        <w:tblW w:w="1049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"/>
        <w:gridCol w:w="1701"/>
        <w:gridCol w:w="2834"/>
        <w:gridCol w:w="978"/>
        <w:gridCol w:w="1301"/>
        <w:gridCol w:w="1121"/>
        <w:gridCol w:w="1275"/>
        <w:gridCol w:w="1275"/>
      </w:tblGrid>
      <w:tr w:rsidR="00232236" w:rsidRPr="009E3D50">
        <w:trPr>
          <w:trHeight w:val="655"/>
        </w:trPr>
        <w:tc>
          <w:tcPr>
            <w:tcW w:w="1702" w:type="dxa"/>
            <w:gridSpan w:val="2"/>
            <w:vAlign w:val="center"/>
          </w:tcPr>
          <w:p w:rsidR="00232236" w:rsidRPr="009E3D50" w:rsidRDefault="00232236" w:rsidP="00903776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2835" w:type="dxa"/>
            <w:vAlign w:val="center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Заходи</w:t>
            </w:r>
          </w:p>
        </w:tc>
        <w:tc>
          <w:tcPr>
            <w:tcW w:w="978" w:type="dxa"/>
            <w:vAlign w:val="center"/>
          </w:tcPr>
          <w:p w:rsidR="00232236" w:rsidRPr="009E3D50" w:rsidRDefault="00232236" w:rsidP="006D0BA1">
            <w:pPr>
              <w:tabs>
                <w:tab w:val="left" w:pos="1151"/>
              </w:tabs>
              <w:spacing w:after="0" w:line="240" w:lineRule="auto"/>
              <w:ind w:left="-108" w:right="-10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 виконання</w:t>
            </w:r>
          </w:p>
        </w:tc>
        <w:tc>
          <w:tcPr>
            <w:tcW w:w="1302" w:type="dxa"/>
            <w:vAlign w:val="center"/>
          </w:tcPr>
          <w:p w:rsidR="00232236" w:rsidRPr="009E3D50" w:rsidRDefault="00232236" w:rsidP="00903776">
            <w:pPr>
              <w:spacing w:after="0" w:line="240" w:lineRule="auto"/>
              <w:ind w:left="-80" w:right="-9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Відповідальні за виконання</w:t>
            </w:r>
          </w:p>
        </w:tc>
        <w:tc>
          <w:tcPr>
            <w:tcW w:w="1122" w:type="dxa"/>
            <w:vAlign w:val="center"/>
          </w:tcPr>
          <w:p w:rsidR="00232236" w:rsidRPr="009E3D50" w:rsidRDefault="00232236" w:rsidP="00903776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276" w:type="dxa"/>
          </w:tcPr>
          <w:p w:rsidR="00232236" w:rsidRPr="009E3D50" w:rsidRDefault="00232236" w:rsidP="00141200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Орієнтовні обсяги фінансування на 2017 рік,</w:t>
            </w:r>
          </w:p>
          <w:p w:rsidR="00232236" w:rsidRPr="009E3D50" w:rsidRDefault="00232236" w:rsidP="00141200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276" w:type="dxa"/>
            <w:vAlign w:val="center"/>
          </w:tcPr>
          <w:p w:rsidR="00232236" w:rsidRPr="009E3D50" w:rsidRDefault="00232236" w:rsidP="00903776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Очікувані результати</w:t>
            </w:r>
          </w:p>
        </w:tc>
      </w:tr>
      <w:tr w:rsidR="00232236" w:rsidRPr="009E3D50">
        <w:tc>
          <w:tcPr>
            <w:tcW w:w="1702" w:type="dxa"/>
            <w:gridSpan w:val="2"/>
          </w:tcPr>
          <w:p w:rsidR="00232236" w:rsidRPr="009E3D50" w:rsidRDefault="00232236" w:rsidP="00903776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835" w:type="dxa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978" w:type="dxa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302" w:type="dxa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122" w:type="dxa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76" w:type="dxa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</w:tr>
      <w:tr w:rsidR="00232236" w:rsidRPr="009E3D50">
        <w:trPr>
          <w:trHeight w:val="1611"/>
        </w:trPr>
        <w:tc>
          <w:tcPr>
            <w:tcW w:w="1702" w:type="dxa"/>
            <w:gridSpan w:val="2"/>
            <w:vMerge w:val="restart"/>
            <w:vAlign w:val="center"/>
          </w:tcPr>
          <w:p w:rsidR="00232236" w:rsidRPr="009E3D50" w:rsidRDefault="00232236" w:rsidP="000D6AF0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1. Технічне переоснащення контактної мережі</w:t>
            </w:r>
          </w:p>
        </w:tc>
        <w:tc>
          <w:tcPr>
            <w:tcW w:w="2835" w:type="dxa"/>
            <w:vAlign w:val="center"/>
          </w:tcPr>
          <w:p w:rsidR="00232236" w:rsidRPr="009E3D50" w:rsidRDefault="00232236" w:rsidP="000D6AF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1. Придбання запасних частин для капітального ремонту контактної мережі по шосе Будівельників від секційних ізоляторів (опори  №№ 73,74) до вул. Курчатова в два дроти в обидві сторони (2,86км)</w:t>
            </w:r>
          </w:p>
        </w:tc>
        <w:tc>
          <w:tcPr>
            <w:tcW w:w="978" w:type="dxa"/>
            <w:vAlign w:val="center"/>
          </w:tcPr>
          <w:p w:rsidR="00232236" w:rsidRPr="009E3D50" w:rsidRDefault="00232236" w:rsidP="00B410A2">
            <w:pPr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2017р.</w:t>
            </w:r>
          </w:p>
        </w:tc>
        <w:tc>
          <w:tcPr>
            <w:tcW w:w="1302" w:type="dxa"/>
            <w:vAlign w:val="center"/>
          </w:tcPr>
          <w:p w:rsidR="00232236" w:rsidRPr="009E3D50" w:rsidRDefault="00232236" w:rsidP="00DF67EF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 xml:space="preserve">УЖКГ міської ради, </w:t>
            </w:r>
          </w:p>
          <w:p w:rsidR="00232236" w:rsidRPr="009E3D50" w:rsidRDefault="00232236" w:rsidP="00DF67EF">
            <w:pPr>
              <w:spacing w:after="0" w:line="240" w:lineRule="auto"/>
              <w:ind w:left="-53" w:right="-69" w:firstLine="1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 xml:space="preserve">КП «СТрУ» </w:t>
            </w:r>
          </w:p>
        </w:tc>
        <w:tc>
          <w:tcPr>
            <w:tcW w:w="1122" w:type="dxa"/>
            <w:vAlign w:val="center"/>
          </w:tcPr>
          <w:p w:rsidR="00232236" w:rsidRPr="009E3D50" w:rsidRDefault="00232236" w:rsidP="00287C10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vAlign w:val="center"/>
          </w:tcPr>
          <w:p w:rsidR="00232236" w:rsidRPr="009E3D50" w:rsidRDefault="00232236" w:rsidP="000D6AF0">
            <w:pPr>
              <w:spacing w:after="0" w:line="240" w:lineRule="auto"/>
              <w:ind w:left="-109" w:right="-106" w:hanging="1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461,638</w:t>
            </w:r>
          </w:p>
        </w:tc>
        <w:tc>
          <w:tcPr>
            <w:tcW w:w="1276" w:type="dxa"/>
            <w:vMerge w:val="restart"/>
            <w:vAlign w:val="center"/>
          </w:tcPr>
          <w:p w:rsidR="00232236" w:rsidRPr="009E3D50" w:rsidRDefault="00232236" w:rsidP="005400CE">
            <w:pPr>
              <w:spacing w:after="0" w:line="240" w:lineRule="auto"/>
              <w:ind w:left="-109" w:right="-106" w:hanging="1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Забезпечення безпеки пересування тролейбусів та безпеки дорожнього руху, економія електроенергії</w:t>
            </w:r>
          </w:p>
        </w:tc>
      </w:tr>
      <w:tr w:rsidR="00232236" w:rsidRPr="009E3D50">
        <w:trPr>
          <w:trHeight w:val="1266"/>
        </w:trPr>
        <w:tc>
          <w:tcPr>
            <w:tcW w:w="1702" w:type="dxa"/>
            <w:gridSpan w:val="2"/>
            <w:vMerge/>
            <w:vAlign w:val="center"/>
          </w:tcPr>
          <w:p w:rsidR="00232236" w:rsidRPr="009E3D50" w:rsidRDefault="00232236" w:rsidP="00DC1974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32236" w:rsidRPr="009E3D50" w:rsidRDefault="00232236" w:rsidP="00B53BD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2. Придбання опор СК 120-1</w:t>
            </w:r>
            <w:r w:rsidRPr="009E3D50">
              <w:rPr>
                <w:rFonts w:ascii="Times New Roman" w:hAnsi="Times New Roman" w:cs="Times New Roman"/>
              </w:rPr>
              <w:t>7</w:t>
            </w:r>
            <w:r w:rsidRPr="009E3D50">
              <w:rPr>
                <w:rFonts w:ascii="Times New Roman" w:hAnsi="Times New Roman" w:cs="Times New Roman"/>
                <w:lang w:val="uk-UA"/>
              </w:rPr>
              <w:t xml:space="preserve"> для капітального ремонту контактної мережі (11од.)</w:t>
            </w:r>
          </w:p>
        </w:tc>
        <w:tc>
          <w:tcPr>
            <w:tcW w:w="978" w:type="dxa"/>
            <w:vAlign w:val="center"/>
          </w:tcPr>
          <w:p w:rsidR="00232236" w:rsidRPr="009E3D50" w:rsidRDefault="00232236" w:rsidP="00B410A2">
            <w:pPr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2017р.</w:t>
            </w:r>
          </w:p>
        </w:tc>
        <w:tc>
          <w:tcPr>
            <w:tcW w:w="1302" w:type="dxa"/>
            <w:vAlign w:val="center"/>
          </w:tcPr>
          <w:p w:rsidR="00232236" w:rsidRPr="009E3D50" w:rsidRDefault="00232236" w:rsidP="00DF67EF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 xml:space="preserve">УЖКГ міської ради, </w:t>
            </w:r>
          </w:p>
          <w:p w:rsidR="00232236" w:rsidRPr="009E3D50" w:rsidRDefault="00232236" w:rsidP="00DF67EF">
            <w:pPr>
              <w:spacing w:after="0" w:line="240" w:lineRule="auto"/>
              <w:ind w:left="-53" w:right="-69" w:firstLine="1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КП «СТрУ»</w:t>
            </w:r>
          </w:p>
        </w:tc>
        <w:tc>
          <w:tcPr>
            <w:tcW w:w="1122" w:type="dxa"/>
            <w:vAlign w:val="center"/>
          </w:tcPr>
          <w:p w:rsidR="00232236" w:rsidRPr="009E3D50" w:rsidRDefault="00232236" w:rsidP="00287C10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Власні кошти КП «СТрУ»</w:t>
            </w:r>
          </w:p>
        </w:tc>
        <w:tc>
          <w:tcPr>
            <w:tcW w:w="1276" w:type="dxa"/>
            <w:vAlign w:val="center"/>
          </w:tcPr>
          <w:p w:rsidR="00232236" w:rsidRPr="009E3D50" w:rsidRDefault="00232236" w:rsidP="000D6AF0">
            <w:pPr>
              <w:spacing w:after="0" w:line="240" w:lineRule="auto"/>
              <w:ind w:left="-109" w:right="-106" w:hanging="1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99,9</w:t>
            </w:r>
          </w:p>
        </w:tc>
        <w:tc>
          <w:tcPr>
            <w:tcW w:w="1276" w:type="dxa"/>
            <w:vMerge/>
            <w:vAlign w:val="center"/>
          </w:tcPr>
          <w:p w:rsidR="00232236" w:rsidRPr="009E3D50" w:rsidRDefault="00232236" w:rsidP="007E3C80">
            <w:pPr>
              <w:spacing w:after="0" w:line="240" w:lineRule="auto"/>
              <w:ind w:left="-109" w:right="-106" w:hanging="14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32236" w:rsidRPr="009E3D50">
        <w:trPr>
          <w:trHeight w:val="1332"/>
        </w:trPr>
        <w:tc>
          <w:tcPr>
            <w:tcW w:w="1702" w:type="dxa"/>
            <w:gridSpan w:val="2"/>
            <w:vMerge w:val="restart"/>
            <w:vAlign w:val="center"/>
          </w:tcPr>
          <w:p w:rsidR="00232236" w:rsidRPr="009E3D50" w:rsidRDefault="00232236" w:rsidP="003227C2">
            <w:pPr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2. Технічне переоснащення кабельних мереж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232236" w:rsidRPr="009E3D50" w:rsidRDefault="00232236" w:rsidP="00B410A2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 xml:space="preserve">1. Придбання запасних частин для капітального ремонту живлячого високовольтного кабелю 10 кВ     вводу № 1 ТП №4 (4400м)  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232236" w:rsidRPr="009E3D50" w:rsidRDefault="00232236" w:rsidP="000D6AF0">
            <w:pPr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2017р.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:rsidR="00232236" w:rsidRPr="009E3D50" w:rsidRDefault="00232236" w:rsidP="00DF67EF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 xml:space="preserve">УЖКГ міської ради, </w:t>
            </w:r>
          </w:p>
          <w:p w:rsidR="00232236" w:rsidRPr="009E3D50" w:rsidRDefault="00232236" w:rsidP="00DF67EF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КП «СТрУ»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232236" w:rsidRPr="009E3D50" w:rsidRDefault="00232236" w:rsidP="002C27C5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32236" w:rsidRPr="009E3D50" w:rsidRDefault="00232236" w:rsidP="004F62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908,8</w:t>
            </w:r>
          </w:p>
        </w:tc>
        <w:tc>
          <w:tcPr>
            <w:tcW w:w="1276" w:type="dxa"/>
            <w:vMerge w:val="restart"/>
            <w:vAlign w:val="center"/>
          </w:tcPr>
          <w:p w:rsidR="00232236" w:rsidRPr="009E3D50" w:rsidRDefault="00232236" w:rsidP="00B410A2">
            <w:pPr>
              <w:spacing w:after="0" w:line="240" w:lineRule="auto"/>
              <w:ind w:left="-107" w:right="-8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Забезпечення безпеки пересування тролейбусів та безпеки дорожнього руху, економія електроенергії</w:t>
            </w:r>
          </w:p>
        </w:tc>
      </w:tr>
      <w:tr w:rsidR="00232236" w:rsidRPr="009E3D50">
        <w:trPr>
          <w:trHeight w:val="396"/>
        </w:trPr>
        <w:tc>
          <w:tcPr>
            <w:tcW w:w="1702" w:type="dxa"/>
            <w:gridSpan w:val="2"/>
            <w:vMerge/>
            <w:vAlign w:val="center"/>
          </w:tcPr>
          <w:p w:rsidR="00232236" w:rsidRPr="009E3D50" w:rsidRDefault="00232236" w:rsidP="0057733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236" w:rsidRPr="009E3D50" w:rsidRDefault="00232236" w:rsidP="00B410A2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2. Придбання запасних частин для  капітального ремонту живлячого високовольтного кабелю 10 кВ     вводу № 1 ТП №2 (3015м)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236" w:rsidRPr="009E3D50" w:rsidRDefault="00232236" w:rsidP="000D6AF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2017р.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236" w:rsidRPr="009E3D50" w:rsidRDefault="00232236" w:rsidP="00DF67EF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 xml:space="preserve">УЖКГ міської ради, </w:t>
            </w:r>
          </w:p>
          <w:p w:rsidR="00232236" w:rsidRPr="009E3D50" w:rsidRDefault="00232236" w:rsidP="00DF67EF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КП «СТрУ»</w:t>
            </w: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236" w:rsidRPr="009E3D50" w:rsidRDefault="00232236" w:rsidP="002C27C5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236" w:rsidRPr="009E3D50" w:rsidRDefault="00232236" w:rsidP="004F62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622,2</w:t>
            </w:r>
          </w:p>
        </w:tc>
        <w:tc>
          <w:tcPr>
            <w:tcW w:w="1276" w:type="dxa"/>
            <w:vMerge/>
            <w:vAlign w:val="center"/>
          </w:tcPr>
          <w:p w:rsidR="00232236" w:rsidRPr="009E3D50" w:rsidRDefault="00232236" w:rsidP="00B410A2">
            <w:pPr>
              <w:spacing w:after="0" w:line="240" w:lineRule="auto"/>
              <w:ind w:left="-107" w:right="-8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32236" w:rsidRPr="009E3D50">
        <w:trPr>
          <w:trHeight w:val="360"/>
        </w:trPr>
        <w:tc>
          <w:tcPr>
            <w:tcW w:w="1702" w:type="dxa"/>
            <w:gridSpan w:val="2"/>
            <w:vMerge/>
            <w:vAlign w:val="center"/>
          </w:tcPr>
          <w:p w:rsidR="00232236" w:rsidRPr="009E3D50" w:rsidRDefault="00232236" w:rsidP="0057733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232236" w:rsidRPr="009E3D50" w:rsidRDefault="00232236" w:rsidP="00B410A2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3. Придбання запасних частин для капітального ремонту кабелів постійного струму по "+" та "-</w:t>
            </w:r>
            <w:r w:rsidRPr="009E3D50">
              <w:rPr>
                <w:rFonts w:ascii="Times New Roman" w:hAnsi="Times New Roman" w:cs="Times New Roman"/>
                <w:lang w:val="uk-UA"/>
              </w:rPr>
              <w:softHyphen/>
              <w:t xml:space="preserve">" лінійного автомата  № 1  ТП № 2 (1700м)   </w:t>
            </w:r>
          </w:p>
        </w:tc>
        <w:tc>
          <w:tcPr>
            <w:tcW w:w="978" w:type="dxa"/>
            <w:tcBorders>
              <w:top w:val="single" w:sz="4" w:space="0" w:color="auto"/>
            </w:tcBorders>
            <w:vAlign w:val="center"/>
          </w:tcPr>
          <w:p w:rsidR="00232236" w:rsidRPr="009E3D50" w:rsidRDefault="00232236" w:rsidP="000D6AF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2017р.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vAlign w:val="center"/>
          </w:tcPr>
          <w:p w:rsidR="00232236" w:rsidRPr="009E3D50" w:rsidRDefault="00232236" w:rsidP="00DF67EF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 xml:space="preserve">УЖКГ міської ради, </w:t>
            </w:r>
          </w:p>
          <w:p w:rsidR="00232236" w:rsidRPr="009E3D50" w:rsidRDefault="00232236" w:rsidP="00DF67EF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КП «СТрУ»</w:t>
            </w:r>
          </w:p>
        </w:tc>
        <w:tc>
          <w:tcPr>
            <w:tcW w:w="1122" w:type="dxa"/>
            <w:tcBorders>
              <w:top w:val="single" w:sz="4" w:space="0" w:color="auto"/>
            </w:tcBorders>
            <w:vAlign w:val="center"/>
          </w:tcPr>
          <w:p w:rsidR="00232236" w:rsidRPr="009E3D50" w:rsidRDefault="00232236" w:rsidP="002C27C5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32236" w:rsidRPr="009E3D50" w:rsidRDefault="00232236" w:rsidP="004F62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256,6</w:t>
            </w:r>
          </w:p>
        </w:tc>
        <w:tc>
          <w:tcPr>
            <w:tcW w:w="1276" w:type="dxa"/>
            <w:vMerge/>
            <w:vAlign w:val="center"/>
          </w:tcPr>
          <w:p w:rsidR="00232236" w:rsidRPr="009E3D50" w:rsidRDefault="00232236" w:rsidP="00B410A2">
            <w:pPr>
              <w:spacing w:after="0" w:line="240" w:lineRule="auto"/>
              <w:ind w:left="-107" w:right="-8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32236" w:rsidRPr="009E3D50">
        <w:trPr>
          <w:trHeight w:val="1536"/>
        </w:trPr>
        <w:tc>
          <w:tcPr>
            <w:tcW w:w="1702" w:type="dxa"/>
            <w:gridSpan w:val="2"/>
            <w:vMerge w:val="restart"/>
            <w:vAlign w:val="center"/>
          </w:tcPr>
          <w:p w:rsidR="00232236" w:rsidRPr="009E3D50" w:rsidRDefault="00232236" w:rsidP="00B410A2">
            <w:pPr>
              <w:spacing w:after="0" w:line="240" w:lineRule="auto"/>
              <w:ind w:left="-60" w:right="-90" w:hanging="4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3. Підвищення експлуатаційних показників та рівня безпеки тролейбусів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232236" w:rsidRPr="009E3D50" w:rsidRDefault="00232236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1. Придбання запасних частин для капітального ремонту тролейбусів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232236" w:rsidRPr="009E3D50" w:rsidRDefault="00232236" w:rsidP="000D6AF0">
            <w:pPr>
              <w:jc w:val="center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2017р.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:rsidR="00232236" w:rsidRPr="009E3D50" w:rsidRDefault="00232236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 xml:space="preserve">УЖКГ міської ради, </w:t>
            </w:r>
          </w:p>
          <w:p w:rsidR="00232236" w:rsidRPr="009E3D50" w:rsidRDefault="00232236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КП «СТрУ»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232236" w:rsidRPr="009E3D50" w:rsidRDefault="00232236" w:rsidP="00287C10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32236" w:rsidRPr="009E3D50" w:rsidRDefault="00232236" w:rsidP="000D6AF0">
            <w:pPr>
              <w:spacing w:after="0" w:line="240" w:lineRule="auto"/>
              <w:ind w:left="-9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1000,0</w:t>
            </w:r>
          </w:p>
        </w:tc>
        <w:tc>
          <w:tcPr>
            <w:tcW w:w="1276" w:type="dxa"/>
            <w:vMerge w:val="restart"/>
            <w:vAlign w:val="center"/>
          </w:tcPr>
          <w:p w:rsidR="00232236" w:rsidRPr="00D82F14" w:rsidRDefault="00232236" w:rsidP="003227C2">
            <w:pPr>
              <w:pStyle w:val="a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82F1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Забезпечення якісного та</w:t>
            </w:r>
          </w:p>
          <w:p w:rsidR="00232236" w:rsidRPr="009E3D50" w:rsidRDefault="00232236" w:rsidP="003227C2">
            <w:pPr>
              <w:spacing w:after="0" w:line="240" w:lineRule="auto"/>
              <w:ind w:left="-9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безпечного перевезення</w:t>
            </w:r>
          </w:p>
        </w:tc>
      </w:tr>
      <w:tr w:rsidR="00232236" w:rsidRPr="009E3D50">
        <w:trPr>
          <w:trHeight w:val="578"/>
        </w:trPr>
        <w:tc>
          <w:tcPr>
            <w:tcW w:w="1702" w:type="dxa"/>
            <w:gridSpan w:val="2"/>
            <w:vMerge/>
            <w:vAlign w:val="center"/>
          </w:tcPr>
          <w:p w:rsidR="00232236" w:rsidRPr="009E3D50" w:rsidRDefault="00232236" w:rsidP="00B410A2">
            <w:pPr>
              <w:spacing w:after="0" w:line="240" w:lineRule="auto"/>
              <w:ind w:left="-60" w:right="-90" w:hanging="4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232236" w:rsidRPr="009E3D50" w:rsidRDefault="00232236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2. Придбання шин для тролейбусів (197од.)</w:t>
            </w:r>
          </w:p>
        </w:tc>
        <w:tc>
          <w:tcPr>
            <w:tcW w:w="978" w:type="dxa"/>
            <w:tcBorders>
              <w:top w:val="single" w:sz="4" w:space="0" w:color="auto"/>
            </w:tcBorders>
            <w:vAlign w:val="center"/>
          </w:tcPr>
          <w:p w:rsidR="00232236" w:rsidRPr="009E3D50" w:rsidRDefault="00232236" w:rsidP="000D6AF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2017р.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vAlign w:val="center"/>
          </w:tcPr>
          <w:p w:rsidR="00232236" w:rsidRPr="009E3D50" w:rsidRDefault="00232236" w:rsidP="003227C2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 xml:space="preserve">УЖКГ міської ради, </w:t>
            </w:r>
          </w:p>
          <w:p w:rsidR="00232236" w:rsidRPr="009E3D50" w:rsidRDefault="00232236" w:rsidP="003227C2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КП «СТрУ»</w:t>
            </w:r>
          </w:p>
        </w:tc>
        <w:tc>
          <w:tcPr>
            <w:tcW w:w="1122" w:type="dxa"/>
            <w:tcBorders>
              <w:top w:val="single" w:sz="4" w:space="0" w:color="auto"/>
            </w:tcBorders>
            <w:vAlign w:val="center"/>
          </w:tcPr>
          <w:p w:rsidR="00232236" w:rsidRPr="009E3D50" w:rsidRDefault="00232236" w:rsidP="00287C10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Власні кошти КП «СТрУ»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32236" w:rsidRPr="009E3D50" w:rsidRDefault="00232236" w:rsidP="000D6AF0">
            <w:pPr>
              <w:spacing w:after="0" w:line="240" w:lineRule="auto"/>
              <w:ind w:left="-9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963,527</w:t>
            </w:r>
          </w:p>
        </w:tc>
        <w:tc>
          <w:tcPr>
            <w:tcW w:w="1276" w:type="dxa"/>
            <w:vMerge/>
            <w:vAlign w:val="center"/>
          </w:tcPr>
          <w:p w:rsidR="00232236" w:rsidRPr="009E3D50" w:rsidRDefault="00232236" w:rsidP="00012499">
            <w:pPr>
              <w:spacing w:after="0" w:line="240" w:lineRule="auto"/>
              <w:ind w:left="-9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32236" w:rsidRPr="009E3D50">
        <w:trPr>
          <w:trHeight w:val="1055"/>
        </w:trPr>
        <w:tc>
          <w:tcPr>
            <w:tcW w:w="1702" w:type="dxa"/>
            <w:gridSpan w:val="2"/>
            <w:tcBorders>
              <w:bottom w:val="single" w:sz="4" w:space="0" w:color="auto"/>
            </w:tcBorders>
            <w:vAlign w:val="center"/>
          </w:tcPr>
          <w:p w:rsidR="00232236" w:rsidRPr="009E3D50" w:rsidRDefault="00232236" w:rsidP="008E2A19">
            <w:pPr>
              <w:spacing w:after="0" w:line="240" w:lineRule="auto"/>
              <w:ind w:left="-60" w:right="-90" w:hanging="4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4. Покриття збитків від</w:t>
            </w:r>
          </w:p>
          <w:p w:rsidR="00232236" w:rsidRPr="009E3D50" w:rsidRDefault="00232236" w:rsidP="008E2A19">
            <w:pPr>
              <w:spacing w:after="0" w:line="240" w:lineRule="auto"/>
              <w:ind w:left="-60" w:right="-90" w:hanging="4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безоплатного перевезення тролейбусами пільгових категорій громадян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236" w:rsidRPr="009E3D50" w:rsidRDefault="00232236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1. Надання фінансової підтримки КП «СТрУ» на підставі аналізу фінансових показників роботи підприємства за рахунок коштів міського бюджету в межах затверджених обсягів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236" w:rsidRPr="009E3D50" w:rsidRDefault="00232236" w:rsidP="000D6AF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32236" w:rsidRPr="009E3D50" w:rsidRDefault="00232236" w:rsidP="00573A1E">
            <w:pPr>
              <w:rPr>
                <w:rFonts w:ascii="Times New Roman" w:hAnsi="Times New Roman" w:cs="Times New Roman"/>
                <w:lang w:val="uk-UA"/>
              </w:rPr>
            </w:pPr>
          </w:p>
          <w:p w:rsidR="00232236" w:rsidRPr="009E3D50" w:rsidRDefault="00232236" w:rsidP="000D6AF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 xml:space="preserve">2017р. </w:t>
            </w:r>
          </w:p>
          <w:p w:rsidR="00232236" w:rsidRPr="009E3D50" w:rsidRDefault="00232236" w:rsidP="000D6AF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236" w:rsidRPr="009E3D50" w:rsidRDefault="00232236" w:rsidP="00355E09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32236" w:rsidRPr="009E3D50" w:rsidRDefault="00232236" w:rsidP="00DC2140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УЖКГ міської ради,</w:t>
            </w:r>
          </w:p>
          <w:p w:rsidR="00232236" w:rsidRPr="009E3D50" w:rsidRDefault="00232236" w:rsidP="00626C91">
            <w:pPr>
              <w:spacing w:after="0" w:line="48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КП «СТрУ»</w:t>
            </w: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236" w:rsidRPr="009E3D50" w:rsidRDefault="00232236" w:rsidP="00287C10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32236" w:rsidRPr="009E3D50" w:rsidRDefault="00232236" w:rsidP="00287C10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32236" w:rsidRPr="009E3D50" w:rsidRDefault="00232236" w:rsidP="00287C10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32236" w:rsidRPr="009E3D50" w:rsidRDefault="00232236" w:rsidP="00DC2140">
            <w:pPr>
              <w:spacing w:after="0" w:line="240" w:lineRule="auto"/>
              <w:ind w:right="-133"/>
              <w:rPr>
                <w:rFonts w:ascii="Times New Roman" w:hAnsi="Times New Roman" w:cs="Times New Roman"/>
                <w:lang w:val="uk-UA"/>
              </w:rPr>
            </w:pPr>
          </w:p>
          <w:p w:rsidR="00232236" w:rsidRPr="009E3D50" w:rsidRDefault="00232236" w:rsidP="00DC2140">
            <w:pPr>
              <w:spacing w:after="0" w:line="240" w:lineRule="auto"/>
              <w:ind w:right="-133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236" w:rsidRPr="009E3D50" w:rsidRDefault="00232236" w:rsidP="000D6AF0">
            <w:pPr>
              <w:spacing w:after="0" w:line="240" w:lineRule="auto"/>
              <w:ind w:left="-9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32236" w:rsidRPr="009E3D50" w:rsidRDefault="00232236" w:rsidP="000D6AF0">
            <w:pPr>
              <w:spacing w:after="0" w:line="240" w:lineRule="auto"/>
              <w:ind w:left="-9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32236" w:rsidRPr="009E3D50" w:rsidRDefault="00232236" w:rsidP="000D6AF0">
            <w:pPr>
              <w:spacing w:after="0" w:line="240" w:lineRule="auto"/>
              <w:ind w:left="-9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32236" w:rsidRPr="009E3D50" w:rsidRDefault="00232236" w:rsidP="000D6AF0">
            <w:pPr>
              <w:spacing w:after="0" w:line="240" w:lineRule="auto"/>
              <w:ind w:left="-9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32236" w:rsidRPr="009E3D50" w:rsidRDefault="00232236" w:rsidP="00DC2140">
            <w:pPr>
              <w:spacing w:after="0" w:line="240" w:lineRule="auto"/>
              <w:ind w:right="-108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 xml:space="preserve">   17400,0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32236" w:rsidRPr="009E3D50" w:rsidRDefault="00232236" w:rsidP="00DC21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Забезпечення сталого проїзду всіх категорі пасажирів в тролейбусі в 2017 році</w:t>
            </w:r>
          </w:p>
        </w:tc>
      </w:tr>
      <w:tr w:rsidR="00232236" w:rsidRPr="009E3D50">
        <w:trPr>
          <w:gridBefore w:val="1"/>
          <w:trHeight w:hRule="exact" w:val="3293"/>
        </w:trPr>
        <w:tc>
          <w:tcPr>
            <w:tcW w:w="1702" w:type="dxa"/>
            <w:tcBorders>
              <w:top w:val="single" w:sz="4" w:space="0" w:color="auto"/>
            </w:tcBorders>
          </w:tcPr>
          <w:p w:rsidR="00232236" w:rsidRPr="009E3D50" w:rsidRDefault="00232236" w:rsidP="00021561">
            <w:pPr>
              <w:spacing w:after="0" w:line="240" w:lineRule="auto"/>
              <w:ind w:right="-9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5.</w:t>
            </w:r>
            <w:r w:rsidRPr="00021561">
              <w:rPr>
                <w:rFonts w:ascii="Times New Roman" w:hAnsi="Times New Roman" w:cs="Times New Roman"/>
                <w:lang w:val="uk-UA" w:eastAsia="uk-UA"/>
              </w:rPr>
              <w:t>Забезпечення беззбиткового</w:t>
            </w:r>
            <w:r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Pr="00021561">
              <w:rPr>
                <w:rFonts w:ascii="Times New Roman" w:hAnsi="Times New Roman" w:cs="Times New Roman"/>
                <w:lang w:val="uk-UA" w:eastAsia="uk-UA"/>
              </w:rPr>
              <w:t>функціонування електротранспорту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32236" w:rsidRPr="009E3D50" w:rsidRDefault="00232236" w:rsidP="00363753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1.Планове підвищення плати за разовий проїзд одного пасажира до 3,00 грн.</w:t>
            </w:r>
          </w:p>
        </w:tc>
        <w:tc>
          <w:tcPr>
            <w:tcW w:w="978" w:type="dxa"/>
            <w:tcBorders>
              <w:top w:val="single" w:sz="4" w:space="0" w:color="auto"/>
            </w:tcBorders>
          </w:tcPr>
          <w:p w:rsidR="00232236" w:rsidRPr="009E3D50" w:rsidRDefault="00232236" w:rsidP="000215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32236" w:rsidRPr="009E3D50" w:rsidRDefault="00232236" w:rsidP="000215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2017р.</w:t>
            </w:r>
          </w:p>
        </w:tc>
        <w:tc>
          <w:tcPr>
            <w:tcW w:w="1302" w:type="dxa"/>
            <w:tcBorders>
              <w:top w:val="single" w:sz="4" w:space="0" w:color="auto"/>
            </w:tcBorders>
          </w:tcPr>
          <w:p w:rsidR="00232236" w:rsidRPr="009E3D50" w:rsidRDefault="00232236" w:rsidP="00021561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УЖКГ міської ради,</w:t>
            </w:r>
          </w:p>
          <w:p w:rsidR="00232236" w:rsidRPr="009E3D50" w:rsidRDefault="00232236" w:rsidP="00021561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КП «СТрУ»</w:t>
            </w:r>
          </w:p>
        </w:tc>
        <w:tc>
          <w:tcPr>
            <w:tcW w:w="1122" w:type="dxa"/>
            <w:tcBorders>
              <w:top w:val="single" w:sz="4" w:space="0" w:color="auto"/>
            </w:tcBorders>
          </w:tcPr>
          <w:p w:rsidR="00232236" w:rsidRPr="009E3D50" w:rsidRDefault="00232236" w:rsidP="00626C91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Прогнозований доход КП «СТрУ» від планового підвищення тарифу на проїзд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32236" w:rsidRPr="009E3D50" w:rsidRDefault="00232236" w:rsidP="0002156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32236" w:rsidRPr="009E3D50" w:rsidRDefault="00232236" w:rsidP="0002156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Підтримання життєдайності та розвиток КП «СТрУ» у 2017 році.</w:t>
            </w:r>
          </w:p>
        </w:tc>
      </w:tr>
      <w:tr w:rsidR="00232236" w:rsidRPr="009E3D50">
        <w:trPr>
          <w:gridBefore w:val="1"/>
          <w:trHeight w:val="541"/>
        </w:trPr>
        <w:tc>
          <w:tcPr>
            <w:tcW w:w="1702" w:type="dxa"/>
            <w:vMerge w:val="restart"/>
            <w:vAlign w:val="center"/>
          </w:tcPr>
          <w:p w:rsidR="00232236" w:rsidRPr="009E3D50" w:rsidRDefault="00232236" w:rsidP="00903776">
            <w:pPr>
              <w:spacing w:after="0" w:line="240" w:lineRule="auto"/>
              <w:ind w:left="-60" w:right="-9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32236" w:rsidRPr="009E3D50" w:rsidRDefault="00232236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9E3D50">
              <w:rPr>
                <w:rFonts w:ascii="Times New Roman" w:hAnsi="Times New Roman" w:cs="Times New Roman"/>
                <w:b/>
                <w:bCs/>
                <w:lang w:val="uk-UA"/>
              </w:rPr>
              <w:t>ВСЬОГО ПО ПРОГРАМІ:</w:t>
            </w:r>
          </w:p>
        </w:tc>
        <w:tc>
          <w:tcPr>
            <w:tcW w:w="978" w:type="dxa"/>
            <w:vMerge w:val="restart"/>
            <w:vAlign w:val="center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302" w:type="dxa"/>
            <w:vMerge w:val="restart"/>
            <w:vAlign w:val="center"/>
          </w:tcPr>
          <w:p w:rsidR="00232236" w:rsidRPr="009E3D50" w:rsidRDefault="00232236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122" w:type="dxa"/>
            <w:vMerge w:val="restart"/>
            <w:vAlign w:val="center"/>
          </w:tcPr>
          <w:p w:rsidR="00232236" w:rsidRPr="009E3D50" w:rsidRDefault="00232236" w:rsidP="00287C10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32236" w:rsidRPr="009E3D50" w:rsidRDefault="00232236" w:rsidP="00880C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9E3D50">
              <w:rPr>
                <w:rFonts w:ascii="Times New Roman" w:hAnsi="Times New Roman" w:cs="Times New Roman"/>
                <w:b/>
                <w:bCs/>
                <w:lang w:val="uk-UA"/>
              </w:rPr>
              <w:t>26712,665</w:t>
            </w:r>
          </w:p>
        </w:tc>
        <w:tc>
          <w:tcPr>
            <w:tcW w:w="1276" w:type="dxa"/>
            <w:vMerge w:val="restart"/>
            <w:vAlign w:val="center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32236" w:rsidRPr="009E3D50">
        <w:trPr>
          <w:gridBefore w:val="1"/>
        </w:trPr>
        <w:tc>
          <w:tcPr>
            <w:tcW w:w="1702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32236" w:rsidRPr="009E3D50" w:rsidRDefault="00232236" w:rsidP="009037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9E3D50">
              <w:rPr>
                <w:rFonts w:ascii="Times New Roman" w:hAnsi="Times New Roman" w:cs="Times New Roman"/>
                <w:b/>
                <w:bCs/>
                <w:lang w:val="uk-UA"/>
              </w:rPr>
              <w:t>у тому числі:</w:t>
            </w:r>
          </w:p>
        </w:tc>
        <w:tc>
          <w:tcPr>
            <w:tcW w:w="978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302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122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32236" w:rsidRPr="009E3D50" w:rsidRDefault="00232236" w:rsidP="00880C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32236" w:rsidRPr="009E3D50">
        <w:trPr>
          <w:gridBefore w:val="1"/>
        </w:trPr>
        <w:tc>
          <w:tcPr>
            <w:tcW w:w="1702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32236" w:rsidRPr="009E3D50" w:rsidRDefault="00232236" w:rsidP="00AE0C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9E3D50">
              <w:rPr>
                <w:rFonts w:ascii="Times New Roman" w:hAnsi="Times New Roman" w:cs="Times New Roman"/>
                <w:b/>
                <w:bCs/>
                <w:lang w:val="uk-UA"/>
              </w:rPr>
              <w:t>міський бюджет</w:t>
            </w:r>
          </w:p>
        </w:tc>
        <w:tc>
          <w:tcPr>
            <w:tcW w:w="978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302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122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32236" w:rsidRPr="009E3D50" w:rsidRDefault="00232236" w:rsidP="00880C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20649,238</w:t>
            </w:r>
          </w:p>
        </w:tc>
        <w:tc>
          <w:tcPr>
            <w:tcW w:w="1276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32236" w:rsidRPr="009E3D50">
        <w:trPr>
          <w:gridBefore w:val="1"/>
        </w:trPr>
        <w:tc>
          <w:tcPr>
            <w:tcW w:w="1702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32236" w:rsidRPr="009E3D50" w:rsidRDefault="00232236" w:rsidP="00AE0C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9E3D50">
              <w:rPr>
                <w:rFonts w:ascii="Times New Roman" w:hAnsi="Times New Roman" w:cs="Times New Roman"/>
                <w:b/>
                <w:bCs/>
                <w:lang w:val="uk-UA"/>
              </w:rPr>
              <w:t>власні кошти КП «СТрУ</w:t>
            </w:r>
          </w:p>
        </w:tc>
        <w:tc>
          <w:tcPr>
            <w:tcW w:w="978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302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122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32236" w:rsidRPr="009E3D50" w:rsidRDefault="00232236" w:rsidP="00880C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9E3D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6063,427</w:t>
            </w:r>
          </w:p>
        </w:tc>
        <w:tc>
          <w:tcPr>
            <w:tcW w:w="1276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232236" w:rsidRDefault="00232236" w:rsidP="008E2A19">
      <w:pPr>
        <w:spacing w:after="0" w:line="240" w:lineRule="auto"/>
        <w:ind w:right="57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</w:t>
      </w:r>
    </w:p>
    <w:p w:rsidR="00232236" w:rsidRPr="00E04854" w:rsidRDefault="00232236" w:rsidP="008E2A19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232236" w:rsidRPr="00E04854" w:rsidRDefault="00232236" w:rsidP="00903776">
      <w:pPr>
        <w:spacing w:after="240" w:line="240" w:lineRule="auto"/>
        <w:ind w:right="5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до Програми</w:t>
      </w:r>
    </w:p>
    <w:p w:rsidR="00232236" w:rsidRPr="00E04854" w:rsidRDefault="00232236" w:rsidP="00903776">
      <w:pPr>
        <w:spacing w:after="240" w:line="240" w:lineRule="auto"/>
        <w:ind w:right="5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60C80">
        <w:rPr>
          <w:rFonts w:ascii="Times New Roman" w:hAnsi="Times New Roman" w:cs="Times New Roman"/>
          <w:b/>
          <w:bCs/>
          <w:sz w:val="28"/>
          <w:szCs w:val="28"/>
          <w:lang w:val="uk-UA"/>
        </w:rPr>
        <w:t>ОЧІКУВАНІ РЕЗУЛЬТАТИ ВИКОНАННЯ ПРОГРАМИ, ВИЗНАЧЕННЯ ЇЇ ЕФЕКТИВНОСТІ</w:t>
      </w:r>
    </w:p>
    <w:tbl>
      <w:tblPr>
        <w:tblW w:w="10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9"/>
        <w:gridCol w:w="1701"/>
        <w:gridCol w:w="6521"/>
      </w:tblGrid>
      <w:tr w:rsidR="00232236" w:rsidRPr="009E3D50">
        <w:trPr>
          <w:trHeight w:val="627"/>
        </w:trPr>
        <w:tc>
          <w:tcPr>
            <w:tcW w:w="2269" w:type="dxa"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Завдання</w:t>
            </w: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Показники ефективності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903776">
            <w:pPr>
              <w:tabs>
                <w:tab w:val="left" w:pos="6284"/>
              </w:tabs>
              <w:spacing w:after="0" w:line="240" w:lineRule="auto"/>
              <w:ind w:right="57"/>
              <w:jc w:val="center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Результативні показники</w:t>
            </w:r>
          </w:p>
        </w:tc>
      </w:tr>
      <w:tr w:rsidR="00232236" w:rsidRPr="009E3D50">
        <w:trPr>
          <w:trHeight w:val="479"/>
        </w:trPr>
        <w:tc>
          <w:tcPr>
            <w:tcW w:w="2269" w:type="dxa"/>
            <w:vMerge w:val="restart"/>
            <w:vAlign w:val="center"/>
          </w:tcPr>
          <w:p w:rsidR="00232236" w:rsidRPr="009E3D50" w:rsidRDefault="00232236" w:rsidP="00012499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1.</w:t>
            </w:r>
            <w:r w:rsidRPr="00D82F14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Pr="009E3D50">
              <w:rPr>
                <w:rFonts w:ascii="Times New Roman" w:hAnsi="Times New Roman" w:cs="Times New Roman"/>
                <w:lang w:val="uk-UA"/>
              </w:rPr>
              <w:t>Технічне переоснащення контактної мережі</w:t>
            </w: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Затрат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01249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 xml:space="preserve">Протяжність </w:t>
            </w:r>
            <w:r w:rsidRPr="00D82F14">
              <w:rPr>
                <w:rFonts w:ascii="Times New Roman" w:hAnsi="Times New Roman" w:cs="Times New Roman"/>
                <w:lang w:val="uk-UA" w:eastAsia="uk-UA"/>
              </w:rPr>
              <w:t>контактної мережі, що підлягає ремонту –</w:t>
            </w:r>
            <w:r w:rsidRPr="009E3D50">
              <w:rPr>
                <w:rFonts w:ascii="Times New Roman" w:hAnsi="Times New Roman" w:cs="Times New Roman"/>
                <w:lang w:val="uk-UA"/>
              </w:rPr>
              <w:t>2,86км.</w:t>
            </w:r>
          </w:p>
        </w:tc>
      </w:tr>
      <w:tr w:rsidR="00232236" w:rsidRPr="009E3D50">
        <w:trPr>
          <w:trHeight w:val="1150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Продукту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01249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 xml:space="preserve">Придбання запасних частин для капітального ремонту контактної мережі по шосе Будівельників від секційних ізоляторів (опори  №№ 73,74) до </w:t>
            </w:r>
            <w:r w:rsidRPr="009E3D50">
              <w:rPr>
                <w:rFonts w:ascii="Times New Roman" w:hAnsi="Times New Roman" w:cs="Times New Roman"/>
                <w:lang w:val="uk-UA"/>
              </w:rPr>
              <w:pgNum/>
            </w:r>
            <w:r w:rsidRPr="009E3D50">
              <w:rPr>
                <w:rFonts w:ascii="Times New Roman" w:hAnsi="Times New Roman" w:cs="Times New Roman"/>
                <w:lang w:val="uk-UA"/>
              </w:rPr>
              <w:t xml:space="preserve"> вул. Курчатова в два дроти в обидві сторони (2,86км).</w:t>
            </w:r>
          </w:p>
        </w:tc>
      </w:tr>
      <w:tr w:rsidR="00232236" w:rsidRPr="009E3D50">
        <w:trPr>
          <w:trHeight w:val="493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Ефективності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7E3C80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Зменшення витрат на технічне обслуговування контактної мережі.</w:t>
            </w:r>
          </w:p>
        </w:tc>
      </w:tr>
      <w:tr w:rsidR="00232236" w:rsidRPr="009E3D50">
        <w:trPr>
          <w:trHeight w:val="646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Якості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7E3C80">
            <w:pPr>
              <w:tabs>
                <w:tab w:val="left" w:pos="6413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Забезпечення безпеки пересування тролейбусів та безпеки дорожнього руху.</w:t>
            </w:r>
          </w:p>
        </w:tc>
      </w:tr>
      <w:tr w:rsidR="00232236" w:rsidRPr="009E3D50">
        <w:trPr>
          <w:trHeight w:val="563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Затрат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D82F14">
            <w:pPr>
              <w:tabs>
                <w:tab w:val="left" w:pos="6413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Кількість опор, що підлягають заміні-11 шт.</w:t>
            </w:r>
          </w:p>
        </w:tc>
      </w:tr>
      <w:tr w:rsidR="00232236" w:rsidRPr="009E3D50">
        <w:trPr>
          <w:trHeight w:val="605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Продукту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7E3C80">
            <w:pPr>
              <w:tabs>
                <w:tab w:val="left" w:pos="6413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Придбання опор СК 120-1</w:t>
            </w:r>
            <w:r w:rsidRPr="009E3D50">
              <w:rPr>
                <w:rFonts w:ascii="Times New Roman" w:hAnsi="Times New Roman" w:cs="Times New Roman"/>
              </w:rPr>
              <w:t>7</w:t>
            </w:r>
            <w:r w:rsidRPr="009E3D50">
              <w:rPr>
                <w:rFonts w:ascii="Times New Roman" w:hAnsi="Times New Roman" w:cs="Times New Roman"/>
                <w:lang w:val="uk-UA"/>
              </w:rPr>
              <w:t xml:space="preserve"> для капітального ремонту контактної мережі (11од.)</w:t>
            </w:r>
          </w:p>
        </w:tc>
      </w:tr>
      <w:tr w:rsidR="00232236" w:rsidRPr="009E3D50">
        <w:trPr>
          <w:trHeight w:val="563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Ефективності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7E3C80">
            <w:pPr>
              <w:tabs>
                <w:tab w:val="left" w:pos="6413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Зменшення витрат на технічне обслуговування контактної мережі.</w:t>
            </w:r>
          </w:p>
        </w:tc>
      </w:tr>
      <w:tr w:rsidR="00232236" w:rsidRPr="009E3D50">
        <w:trPr>
          <w:trHeight w:val="619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Якості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7E3C80">
            <w:pPr>
              <w:tabs>
                <w:tab w:val="left" w:pos="6413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Забезпечення безпеки пересування тролейбусів та безпеки дорожнього руху, економія електроенергії.</w:t>
            </w:r>
          </w:p>
        </w:tc>
      </w:tr>
      <w:tr w:rsidR="00232236" w:rsidRPr="009E3D50">
        <w:trPr>
          <w:trHeight w:val="717"/>
        </w:trPr>
        <w:tc>
          <w:tcPr>
            <w:tcW w:w="2269" w:type="dxa"/>
            <w:vMerge w:val="restart"/>
            <w:vAlign w:val="center"/>
          </w:tcPr>
          <w:p w:rsidR="00232236" w:rsidRPr="009E3D50" w:rsidRDefault="00232236" w:rsidP="00012499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2. Технічне переоснащення кабельних мереж</w:t>
            </w: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Затрат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FD7908">
            <w:pPr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Придбання запасних частин для капітального ремонту живлячого високовольтного кабелю 10 кВ, вводу № 1 ТП №4 (4400м)</w:t>
            </w:r>
            <w:r w:rsidRPr="009E3D50">
              <w:rPr>
                <w:rFonts w:ascii="Times New Roman" w:hAnsi="Times New Roman" w:cs="Times New Roman"/>
              </w:rPr>
              <w:t>.</w:t>
            </w:r>
          </w:p>
        </w:tc>
      </w:tr>
      <w:tr w:rsidR="00232236" w:rsidRPr="009E3D50">
        <w:trPr>
          <w:trHeight w:val="773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Продукту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DC4AC5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Придбання запасних частин для капітального ремонту живлячого високовольтного кабелю.</w:t>
            </w:r>
          </w:p>
        </w:tc>
      </w:tr>
      <w:tr w:rsidR="00232236" w:rsidRPr="009E3D50">
        <w:trPr>
          <w:trHeight w:val="521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Ефективності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DC4AC5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Зменшення витрат на технічне обслуговування контактної мережі.</w:t>
            </w:r>
          </w:p>
        </w:tc>
      </w:tr>
      <w:tr w:rsidR="00232236" w:rsidRPr="009E3D50">
        <w:trPr>
          <w:trHeight w:val="480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Якості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6475EA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Забезпечення якісного та безпечного перевезення пасажирів.</w:t>
            </w:r>
          </w:p>
        </w:tc>
      </w:tr>
      <w:tr w:rsidR="00232236" w:rsidRPr="009E3D50">
        <w:trPr>
          <w:trHeight w:val="661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en-US"/>
              </w:rPr>
            </w:pPr>
            <w:r w:rsidRPr="009E3D50">
              <w:rPr>
                <w:rFonts w:ascii="Times New Roman" w:hAnsi="Times New Roman" w:cs="Times New Roman"/>
              </w:rPr>
              <w:t xml:space="preserve"> </w:t>
            </w:r>
            <w:r w:rsidRPr="009E3D50">
              <w:rPr>
                <w:rFonts w:ascii="Times New Roman" w:hAnsi="Times New Roman" w:cs="Times New Roman"/>
                <w:lang w:val="uk-UA"/>
              </w:rPr>
              <w:t>Затрат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6475EA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Придбання запасних частин для  капітального ремонту живлячого високовольтного кабелю 10 кВ, вводу № 1 ТП №2 (3015м).</w:t>
            </w:r>
          </w:p>
        </w:tc>
      </w:tr>
      <w:tr w:rsidR="00232236" w:rsidRPr="009E3D50">
        <w:trPr>
          <w:trHeight w:val="577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Продукту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6475EA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Придбання запасних частин для капітального ремонту живлячого високовольтного кабелю.</w:t>
            </w:r>
          </w:p>
        </w:tc>
      </w:tr>
      <w:tr w:rsidR="00232236" w:rsidRPr="009E3D50">
        <w:trPr>
          <w:trHeight w:val="576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Ефективності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D82F14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Зменшення витрат на технічне обслуговування контактної мережі.</w:t>
            </w:r>
          </w:p>
        </w:tc>
      </w:tr>
      <w:tr w:rsidR="00232236" w:rsidRPr="009E3D50">
        <w:trPr>
          <w:trHeight w:val="451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Якості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D82F14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Забезпечення якісного та безпечного перевезення пасажирів.</w:t>
            </w:r>
          </w:p>
        </w:tc>
      </w:tr>
      <w:tr w:rsidR="00232236" w:rsidRPr="009E3D50">
        <w:trPr>
          <w:trHeight w:val="144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Затрат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6475EA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 xml:space="preserve">Придбання запасних частин для капітального ремонту кабелів постійного струму по «+» та «-» лінійного автомата  № 1,  ТП № 2 (1700м).   </w:t>
            </w:r>
          </w:p>
        </w:tc>
      </w:tr>
      <w:tr w:rsidR="00232236" w:rsidRPr="009E3D50">
        <w:trPr>
          <w:trHeight w:val="132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Продукту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6475EA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Придбання запасних частин для капітального ремонту кабелів постійного струму по «+» та «-».</w:t>
            </w:r>
          </w:p>
        </w:tc>
      </w:tr>
      <w:tr w:rsidR="00232236" w:rsidRPr="009E3D50">
        <w:trPr>
          <w:trHeight w:val="483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Ефективності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6475EA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Зменшення витрат на технічне обслуговування контактної мережі.</w:t>
            </w:r>
          </w:p>
        </w:tc>
      </w:tr>
      <w:tr w:rsidR="00232236" w:rsidRPr="009E3D50">
        <w:trPr>
          <w:trHeight w:val="483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Якості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D82F14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Забезпечення якісного та безпечного перевезення пасажирів.</w:t>
            </w:r>
          </w:p>
        </w:tc>
      </w:tr>
      <w:tr w:rsidR="00232236" w:rsidRPr="009E3D50">
        <w:trPr>
          <w:trHeight w:val="702"/>
        </w:trPr>
        <w:tc>
          <w:tcPr>
            <w:tcW w:w="2269" w:type="dxa"/>
            <w:vMerge w:val="restart"/>
            <w:vAlign w:val="center"/>
          </w:tcPr>
          <w:p w:rsidR="00232236" w:rsidRPr="009E3D50" w:rsidRDefault="00232236" w:rsidP="00145BE7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3. Підвищення експлуатаційних показників та рівня безпеки тролейбусів</w:t>
            </w: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Затрат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145BE7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Придбання запасних частин для капітального ремонту тролейбусів.</w:t>
            </w:r>
          </w:p>
        </w:tc>
      </w:tr>
      <w:tr w:rsidR="00232236" w:rsidRPr="009E3D50">
        <w:trPr>
          <w:trHeight w:val="647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Продукту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6475EA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Запасні частини для капітального ремонту тролейбусів.</w:t>
            </w:r>
          </w:p>
        </w:tc>
      </w:tr>
      <w:tr w:rsidR="00232236" w:rsidRPr="009E3D50">
        <w:trPr>
          <w:trHeight w:val="703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Ефективності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903776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Підвищення працездатності та строку використання рухомого складу тролейбусів.</w:t>
            </w:r>
          </w:p>
        </w:tc>
      </w:tr>
      <w:tr w:rsidR="00232236" w:rsidRPr="009E3D50">
        <w:trPr>
          <w:trHeight w:val="516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Якості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F414D2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Забезпечення сталого та безпечного перевезення пасажирів.</w:t>
            </w:r>
          </w:p>
        </w:tc>
      </w:tr>
      <w:tr w:rsidR="00232236" w:rsidRPr="009E3D50">
        <w:trPr>
          <w:trHeight w:val="521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Затрат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F414D2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Придбання автомобільних шин для тролейбусів (197од.)</w:t>
            </w:r>
          </w:p>
        </w:tc>
      </w:tr>
      <w:tr w:rsidR="00232236" w:rsidRPr="009E3D50">
        <w:trPr>
          <w:trHeight w:val="559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Продукту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F414D2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Автомобільні шини для тролейбусів.</w:t>
            </w:r>
          </w:p>
        </w:tc>
      </w:tr>
      <w:tr w:rsidR="00232236" w:rsidRPr="009E3D50">
        <w:trPr>
          <w:trHeight w:val="591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9926A4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en-US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Ефективності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D82F14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Своєчасна заміна зношених шин, зменшення простоїв рухомого складу тролейбусів.</w:t>
            </w:r>
          </w:p>
        </w:tc>
      </w:tr>
      <w:tr w:rsidR="00232236" w:rsidRPr="009E3D50">
        <w:trPr>
          <w:trHeight w:val="513"/>
        </w:trPr>
        <w:tc>
          <w:tcPr>
            <w:tcW w:w="2269" w:type="dxa"/>
            <w:vMerge/>
            <w:vAlign w:val="center"/>
          </w:tcPr>
          <w:p w:rsidR="00232236" w:rsidRPr="009E3D50" w:rsidRDefault="00232236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9926A4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Якості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F414D2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Забезпечення якісного та безпечного перевезення пасажирів.</w:t>
            </w:r>
          </w:p>
        </w:tc>
      </w:tr>
      <w:tr w:rsidR="00232236" w:rsidRPr="009E3D50">
        <w:trPr>
          <w:trHeight w:val="513"/>
        </w:trPr>
        <w:tc>
          <w:tcPr>
            <w:tcW w:w="2269" w:type="dxa"/>
            <w:vMerge w:val="restart"/>
            <w:vAlign w:val="center"/>
          </w:tcPr>
          <w:p w:rsidR="00232236" w:rsidRPr="009E3D50" w:rsidRDefault="00232236" w:rsidP="00355E09">
            <w:pPr>
              <w:spacing w:after="0" w:line="240" w:lineRule="auto"/>
              <w:ind w:left="-60" w:right="-90" w:hanging="4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 xml:space="preserve">4. Покриття збитків від </w:t>
            </w:r>
          </w:p>
          <w:p w:rsidR="00232236" w:rsidRPr="009E3D50" w:rsidRDefault="00232236" w:rsidP="00355E09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безоплатного перевезення тролейбусами пільгових категорій громадян</w:t>
            </w:r>
          </w:p>
        </w:tc>
        <w:tc>
          <w:tcPr>
            <w:tcW w:w="1701" w:type="dxa"/>
            <w:vAlign w:val="center"/>
          </w:tcPr>
          <w:p w:rsidR="00232236" w:rsidRPr="009E3D50" w:rsidRDefault="00232236" w:rsidP="00355E09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Затрат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F414D2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Надання фінансової підтримки КП «СТрУ» на підставі аналізу фінансових показників роботи підприємства за рахунок коштів міського бюджету в межах затверджених обсягів.</w:t>
            </w:r>
          </w:p>
        </w:tc>
      </w:tr>
      <w:tr w:rsidR="00232236" w:rsidRPr="009E3D50">
        <w:trPr>
          <w:trHeight w:val="513"/>
        </w:trPr>
        <w:tc>
          <w:tcPr>
            <w:tcW w:w="2269" w:type="dxa"/>
            <w:vMerge/>
            <w:vAlign w:val="center"/>
          </w:tcPr>
          <w:p w:rsidR="00232236" w:rsidRPr="009E3D50" w:rsidRDefault="00232236" w:rsidP="00355E09">
            <w:pPr>
              <w:spacing w:after="0" w:line="240" w:lineRule="auto"/>
              <w:ind w:left="-60" w:right="-90" w:hanging="4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355E09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Продукту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F414D2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Забезпечення сталого проїзду всіх категорій пасажирів в тролейбусі в 2017 році.</w:t>
            </w:r>
          </w:p>
        </w:tc>
      </w:tr>
      <w:tr w:rsidR="00232236" w:rsidRPr="009E3D50">
        <w:trPr>
          <w:trHeight w:val="513"/>
        </w:trPr>
        <w:tc>
          <w:tcPr>
            <w:tcW w:w="2269" w:type="dxa"/>
            <w:vMerge/>
            <w:vAlign w:val="center"/>
          </w:tcPr>
          <w:p w:rsidR="00232236" w:rsidRPr="009E3D50" w:rsidRDefault="00232236" w:rsidP="00355E09">
            <w:pPr>
              <w:spacing w:after="0" w:line="240" w:lineRule="auto"/>
              <w:ind w:left="-60" w:right="-90" w:hanging="4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355E09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Ефективності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F414D2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Компенсація підприємству за перевезення тролейбусами пільгових категорій громадян згідно діючого законодавства.</w:t>
            </w:r>
          </w:p>
        </w:tc>
      </w:tr>
      <w:tr w:rsidR="00232236" w:rsidRPr="009E3D50">
        <w:trPr>
          <w:trHeight w:val="528"/>
        </w:trPr>
        <w:tc>
          <w:tcPr>
            <w:tcW w:w="2269" w:type="dxa"/>
            <w:vMerge/>
            <w:vAlign w:val="center"/>
          </w:tcPr>
          <w:p w:rsidR="00232236" w:rsidRPr="009E3D50" w:rsidRDefault="00232236" w:rsidP="00355E09">
            <w:pPr>
              <w:spacing w:after="0" w:line="240" w:lineRule="auto"/>
              <w:ind w:left="-60" w:right="-90" w:hanging="4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355E09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Якості</w:t>
            </w:r>
          </w:p>
          <w:p w:rsidR="00232236" w:rsidRPr="009E3D50" w:rsidRDefault="00232236" w:rsidP="00355E09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  <w:p w:rsidR="00232236" w:rsidRPr="009E3D50" w:rsidRDefault="00232236" w:rsidP="00355E09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232236" w:rsidRPr="009E3D50" w:rsidRDefault="00232236" w:rsidP="00F414D2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Забезпечення безоплатного проїзду в 2017р. пільгових категорій</w:t>
            </w:r>
            <w:bookmarkStart w:id="4" w:name="_GoBack"/>
            <w:bookmarkEnd w:id="4"/>
            <w:r w:rsidRPr="009E3D50">
              <w:rPr>
                <w:rFonts w:ascii="Times New Roman" w:hAnsi="Times New Roman" w:cs="Times New Roman"/>
                <w:lang w:val="uk-UA"/>
              </w:rPr>
              <w:t xml:space="preserve"> пасажирів.</w:t>
            </w:r>
          </w:p>
          <w:p w:rsidR="00232236" w:rsidRPr="009E3D50" w:rsidRDefault="00232236" w:rsidP="00F414D2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32236" w:rsidRPr="009E3D50">
        <w:trPr>
          <w:trHeight w:val="516"/>
        </w:trPr>
        <w:tc>
          <w:tcPr>
            <w:tcW w:w="2269" w:type="dxa"/>
            <w:vMerge w:val="restart"/>
            <w:vAlign w:val="center"/>
          </w:tcPr>
          <w:p w:rsidR="00232236" w:rsidRPr="009E3D50" w:rsidRDefault="00232236" w:rsidP="009D2028">
            <w:pPr>
              <w:spacing w:after="0" w:line="240" w:lineRule="auto"/>
              <w:ind w:left="-60" w:right="-90" w:hanging="48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 xml:space="preserve">5. </w:t>
            </w:r>
            <w:r w:rsidRPr="00723034">
              <w:rPr>
                <w:rFonts w:ascii="Times New Roman" w:hAnsi="Times New Roman" w:cs="Times New Roman"/>
                <w:lang w:val="uk-UA" w:eastAsia="uk-UA"/>
              </w:rPr>
              <w:t>Забезпечення беззбиткового функціонування електротранспорту</w:t>
            </w:r>
          </w:p>
        </w:tc>
        <w:tc>
          <w:tcPr>
            <w:tcW w:w="1701" w:type="dxa"/>
            <w:vAlign w:val="center"/>
          </w:tcPr>
          <w:p w:rsidR="00232236" w:rsidRPr="009E3D50" w:rsidRDefault="00232236" w:rsidP="00355E09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Затрат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F414D2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Планове підвищення плати за разовий проїзд одного пасажира до 3,00 грн.</w:t>
            </w:r>
          </w:p>
        </w:tc>
      </w:tr>
      <w:tr w:rsidR="00232236" w:rsidRPr="009E3D50">
        <w:trPr>
          <w:trHeight w:val="121"/>
        </w:trPr>
        <w:tc>
          <w:tcPr>
            <w:tcW w:w="2269" w:type="dxa"/>
            <w:vMerge/>
            <w:vAlign w:val="center"/>
          </w:tcPr>
          <w:p w:rsidR="00232236" w:rsidRPr="009E3D50" w:rsidRDefault="00232236" w:rsidP="00355E09">
            <w:pPr>
              <w:spacing w:after="0" w:line="240" w:lineRule="auto"/>
              <w:ind w:left="-60" w:right="-90" w:hanging="4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355E09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Продукту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F414D2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Забезпечення сталого проїзду всіх категорій пасажирів в тролейбусі в 2017 році</w:t>
            </w:r>
          </w:p>
        </w:tc>
      </w:tr>
      <w:tr w:rsidR="00232236" w:rsidRPr="009E3D50">
        <w:trPr>
          <w:trHeight w:val="120"/>
        </w:trPr>
        <w:tc>
          <w:tcPr>
            <w:tcW w:w="2269" w:type="dxa"/>
            <w:vMerge/>
            <w:vAlign w:val="center"/>
          </w:tcPr>
          <w:p w:rsidR="00232236" w:rsidRPr="009E3D50" w:rsidRDefault="00232236" w:rsidP="00355E09">
            <w:pPr>
              <w:spacing w:after="0" w:line="240" w:lineRule="auto"/>
              <w:ind w:left="-60" w:right="-90" w:hanging="4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355E09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Ефективності</w:t>
            </w:r>
          </w:p>
        </w:tc>
        <w:tc>
          <w:tcPr>
            <w:tcW w:w="6521" w:type="dxa"/>
            <w:vAlign w:val="center"/>
          </w:tcPr>
          <w:p w:rsidR="00232236" w:rsidRPr="009E3D50" w:rsidRDefault="00232236" w:rsidP="00F414D2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Підтримання життєдайності та розвиток КП «СТрУ» у 2017 році.</w:t>
            </w:r>
          </w:p>
        </w:tc>
      </w:tr>
      <w:tr w:rsidR="00232236" w:rsidRPr="009E3D50">
        <w:trPr>
          <w:trHeight w:val="586"/>
        </w:trPr>
        <w:tc>
          <w:tcPr>
            <w:tcW w:w="2269" w:type="dxa"/>
            <w:vMerge/>
            <w:vAlign w:val="center"/>
          </w:tcPr>
          <w:p w:rsidR="00232236" w:rsidRPr="009E3D50" w:rsidRDefault="00232236" w:rsidP="00355E09">
            <w:pPr>
              <w:spacing w:after="0" w:line="240" w:lineRule="auto"/>
              <w:ind w:left="-60" w:right="-90" w:hanging="4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32236" w:rsidRPr="009E3D50" w:rsidRDefault="00232236" w:rsidP="00D2574F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Якості</w:t>
            </w:r>
          </w:p>
          <w:p w:rsidR="00232236" w:rsidRPr="009E3D50" w:rsidRDefault="00232236" w:rsidP="00355E09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232236" w:rsidRPr="009E3D50" w:rsidRDefault="00232236" w:rsidP="00D2574F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9E3D50">
              <w:rPr>
                <w:rFonts w:ascii="Times New Roman" w:hAnsi="Times New Roman" w:cs="Times New Roman"/>
                <w:lang w:val="uk-UA"/>
              </w:rPr>
              <w:t>Забезпечення безоплатного проїзду в 2017р. пільгових категорій пасажирів</w:t>
            </w:r>
          </w:p>
          <w:p w:rsidR="00232236" w:rsidRPr="009E3D50" w:rsidRDefault="00232236" w:rsidP="00F414D2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232236" w:rsidRPr="009926A4" w:rsidRDefault="00232236">
      <w:pPr>
        <w:rPr>
          <w:lang w:val="uk-UA" w:eastAsia="uk-UA"/>
        </w:rPr>
      </w:pPr>
    </w:p>
    <w:p w:rsidR="00232236" w:rsidRPr="00E04854" w:rsidRDefault="00232236">
      <w:pPr>
        <w:rPr>
          <w:rFonts w:ascii="Times New Roman" w:hAnsi="Times New Roman" w:cs="Times New Roman"/>
          <w:lang w:val="uk-UA" w:eastAsia="uk-UA"/>
        </w:rPr>
      </w:pPr>
    </w:p>
    <w:p w:rsidR="00232236" w:rsidRPr="00DB48B1" w:rsidRDefault="00232236" w:rsidP="002262B2">
      <w:pPr>
        <w:pStyle w:val="BodyText2"/>
        <w:spacing w:line="360" w:lineRule="auto"/>
        <w:jc w:val="center"/>
        <w:rPr>
          <w:lang w:val="uk-UA"/>
        </w:rPr>
      </w:pPr>
      <w:r>
        <w:rPr>
          <w:b/>
          <w:bCs/>
          <w:lang w:val="uk-UA"/>
        </w:rPr>
        <w:t>Керуючий справами виконкому</w:t>
      </w:r>
      <w:r w:rsidRPr="00017C99">
        <w:rPr>
          <w:b/>
          <w:bCs/>
        </w:rPr>
        <w:tab/>
      </w:r>
      <w:r w:rsidRPr="00017C99">
        <w:rPr>
          <w:b/>
          <w:bCs/>
        </w:rPr>
        <w:tab/>
      </w:r>
      <w:r w:rsidRPr="00017C99">
        <w:rPr>
          <w:b/>
          <w:bCs/>
        </w:rPr>
        <w:tab/>
      </w:r>
      <w:r w:rsidRPr="00017C99">
        <w:rPr>
          <w:b/>
          <w:bCs/>
        </w:rPr>
        <w:tab/>
      </w:r>
      <w:r w:rsidRPr="00017C99">
        <w:rPr>
          <w:b/>
          <w:bCs/>
        </w:rPr>
        <w:tab/>
      </w:r>
      <w:r w:rsidRPr="00017C99">
        <w:rPr>
          <w:b/>
          <w:bCs/>
        </w:rPr>
        <w:tab/>
      </w:r>
      <w:r w:rsidRPr="00017C99">
        <w:rPr>
          <w:b/>
          <w:bCs/>
        </w:rPr>
        <w:tab/>
      </w:r>
      <w:r>
        <w:rPr>
          <w:b/>
          <w:bCs/>
          <w:lang w:val="uk-UA"/>
        </w:rPr>
        <w:t>Ю.А.Журба</w:t>
      </w:r>
    </w:p>
    <w:p w:rsidR="00232236" w:rsidRPr="002262B2" w:rsidRDefault="00232236" w:rsidP="002262B2">
      <w:pPr>
        <w:pStyle w:val="BodyText2"/>
        <w:spacing w:line="360" w:lineRule="auto"/>
        <w:jc w:val="center"/>
        <w:rPr>
          <w:lang w:val="uk-UA" w:eastAsia="uk-UA"/>
        </w:rPr>
      </w:pPr>
    </w:p>
    <w:sectPr w:rsidR="00232236" w:rsidRPr="002262B2" w:rsidSect="00723034">
      <w:pgSz w:w="11906" w:h="16838"/>
      <w:pgMar w:top="284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55C"/>
    <w:multiLevelType w:val="hybridMultilevel"/>
    <w:tmpl w:val="9D180BA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10414D0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052A3DFB"/>
    <w:multiLevelType w:val="hybridMultilevel"/>
    <w:tmpl w:val="E97E3862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C1A71BC"/>
    <w:multiLevelType w:val="hybridMultilevel"/>
    <w:tmpl w:val="192AEA74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C6836C8"/>
    <w:multiLevelType w:val="hybridMultilevel"/>
    <w:tmpl w:val="934C495C"/>
    <w:lvl w:ilvl="0" w:tplc="D10414D0">
      <w:start w:val="1"/>
      <w:numFmt w:val="bullet"/>
      <w:lvlText w:val="-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">
    <w:nsid w:val="14E67DD8"/>
    <w:multiLevelType w:val="hybridMultilevel"/>
    <w:tmpl w:val="4A18F3B0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FA04CDF"/>
    <w:multiLevelType w:val="multilevel"/>
    <w:tmpl w:val="8E4A5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2D720D9"/>
    <w:multiLevelType w:val="hybridMultilevel"/>
    <w:tmpl w:val="C8A878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672689B"/>
    <w:multiLevelType w:val="hybridMultilevel"/>
    <w:tmpl w:val="B46890E8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9547BEF"/>
    <w:multiLevelType w:val="hybridMultilevel"/>
    <w:tmpl w:val="C6E00DFE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1CA133B"/>
    <w:multiLevelType w:val="hybridMultilevel"/>
    <w:tmpl w:val="BED0BFBE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8C95255"/>
    <w:multiLevelType w:val="hybridMultilevel"/>
    <w:tmpl w:val="FE022726"/>
    <w:lvl w:ilvl="0" w:tplc="D10414D0">
      <w:start w:val="1"/>
      <w:numFmt w:val="bullet"/>
      <w:lvlText w:val="-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A3F7336"/>
    <w:multiLevelType w:val="multilevel"/>
    <w:tmpl w:val="629C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707E4F90"/>
    <w:multiLevelType w:val="hybridMultilevel"/>
    <w:tmpl w:val="2026C6FA"/>
    <w:lvl w:ilvl="0" w:tplc="A9E41DCA">
      <w:start w:val="1"/>
      <w:numFmt w:val="decimal"/>
      <w:lvlText w:val="%1."/>
      <w:lvlJc w:val="left"/>
      <w:pPr>
        <w:ind w:left="27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999" w:hanging="360"/>
      </w:pPr>
    </w:lvl>
    <w:lvl w:ilvl="2" w:tplc="0422001B">
      <w:start w:val="1"/>
      <w:numFmt w:val="lowerRoman"/>
      <w:lvlText w:val="%3."/>
      <w:lvlJc w:val="right"/>
      <w:pPr>
        <w:ind w:left="1719" w:hanging="180"/>
      </w:pPr>
    </w:lvl>
    <w:lvl w:ilvl="3" w:tplc="0422000F">
      <w:start w:val="1"/>
      <w:numFmt w:val="decimal"/>
      <w:lvlText w:val="%4."/>
      <w:lvlJc w:val="left"/>
      <w:pPr>
        <w:ind w:left="2439" w:hanging="360"/>
      </w:pPr>
    </w:lvl>
    <w:lvl w:ilvl="4" w:tplc="04220019">
      <w:start w:val="1"/>
      <w:numFmt w:val="lowerLetter"/>
      <w:lvlText w:val="%5."/>
      <w:lvlJc w:val="left"/>
      <w:pPr>
        <w:ind w:left="3159" w:hanging="360"/>
      </w:pPr>
    </w:lvl>
    <w:lvl w:ilvl="5" w:tplc="0422001B">
      <w:start w:val="1"/>
      <w:numFmt w:val="lowerRoman"/>
      <w:lvlText w:val="%6."/>
      <w:lvlJc w:val="right"/>
      <w:pPr>
        <w:ind w:left="3879" w:hanging="180"/>
      </w:pPr>
    </w:lvl>
    <w:lvl w:ilvl="6" w:tplc="0422000F">
      <w:start w:val="1"/>
      <w:numFmt w:val="decimal"/>
      <w:lvlText w:val="%7."/>
      <w:lvlJc w:val="left"/>
      <w:pPr>
        <w:ind w:left="4599" w:hanging="360"/>
      </w:pPr>
    </w:lvl>
    <w:lvl w:ilvl="7" w:tplc="04220019">
      <w:start w:val="1"/>
      <w:numFmt w:val="lowerLetter"/>
      <w:lvlText w:val="%8."/>
      <w:lvlJc w:val="left"/>
      <w:pPr>
        <w:ind w:left="5319" w:hanging="360"/>
      </w:pPr>
    </w:lvl>
    <w:lvl w:ilvl="8" w:tplc="0422001B">
      <w:start w:val="1"/>
      <w:numFmt w:val="lowerRoman"/>
      <w:lvlText w:val="%9."/>
      <w:lvlJc w:val="right"/>
      <w:pPr>
        <w:ind w:left="6039" w:hanging="180"/>
      </w:pPr>
    </w:lvl>
  </w:abstractNum>
  <w:abstractNum w:abstractNumId="14">
    <w:nsid w:val="7A4D2688"/>
    <w:multiLevelType w:val="hybridMultilevel"/>
    <w:tmpl w:val="D944BA0E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4"/>
  </w:num>
  <w:num w:numId="5">
    <w:abstractNumId w:val="8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3"/>
  </w:num>
  <w:num w:numId="12">
    <w:abstractNumId w:val="6"/>
  </w:num>
  <w:num w:numId="13">
    <w:abstractNumId w:val="12"/>
  </w:num>
  <w:num w:numId="14">
    <w:abstractNumId w:val="1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74EB"/>
    <w:rsid w:val="00012499"/>
    <w:rsid w:val="00017C99"/>
    <w:rsid w:val="00021561"/>
    <w:rsid w:val="000307BF"/>
    <w:rsid w:val="000344F1"/>
    <w:rsid w:val="00037B44"/>
    <w:rsid w:val="000476F2"/>
    <w:rsid w:val="00052265"/>
    <w:rsid w:val="000630B3"/>
    <w:rsid w:val="00071316"/>
    <w:rsid w:val="00075448"/>
    <w:rsid w:val="000915DA"/>
    <w:rsid w:val="000A5D34"/>
    <w:rsid w:val="000C1995"/>
    <w:rsid w:val="000D1B27"/>
    <w:rsid w:val="000D6AF0"/>
    <w:rsid w:val="000E6781"/>
    <w:rsid w:val="00103224"/>
    <w:rsid w:val="00105D77"/>
    <w:rsid w:val="00106484"/>
    <w:rsid w:val="00110448"/>
    <w:rsid w:val="00121DCE"/>
    <w:rsid w:val="00122EC6"/>
    <w:rsid w:val="00124F94"/>
    <w:rsid w:val="00131055"/>
    <w:rsid w:val="0013634C"/>
    <w:rsid w:val="00141200"/>
    <w:rsid w:val="00145BE7"/>
    <w:rsid w:val="0016042E"/>
    <w:rsid w:val="00160804"/>
    <w:rsid w:val="001A0E5A"/>
    <w:rsid w:val="001B2BCA"/>
    <w:rsid w:val="001B4B98"/>
    <w:rsid w:val="001E00C1"/>
    <w:rsid w:val="001E720B"/>
    <w:rsid w:val="00210123"/>
    <w:rsid w:val="00210957"/>
    <w:rsid w:val="002262B2"/>
    <w:rsid w:val="00232236"/>
    <w:rsid w:val="00241E66"/>
    <w:rsid w:val="00246239"/>
    <w:rsid w:val="002508E8"/>
    <w:rsid w:val="00255754"/>
    <w:rsid w:val="002854AF"/>
    <w:rsid w:val="00286279"/>
    <w:rsid w:val="00287C10"/>
    <w:rsid w:val="0029485E"/>
    <w:rsid w:val="002A06CD"/>
    <w:rsid w:val="002A41E9"/>
    <w:rsid w:val="002A5CA5"/>
    <w:rsid w:val="002B01EF"/>
    <w:rsid w:val="002B0827"/>
    <w:rsid w:val="002B55BE"/>
    <w:rsid w:val="002C27C5"/>
    <w:rsid w:val="002C76E6"/>
    <w:rsid w:val="002D4012"/>
    <w:rsid w:val="002E6ADF"/>
    <w:rsid w:val="002F333B"/>
    <w:rsid w:val="002F79CE"/>
    <w:rsid w:val="00301494"/>
    <w:rsid w:val="003227C2"/>
    <w:rsid w:val="00324089"/>
    <w:rsid w:val="003506C9"/>
    <w:rsid w:val="00354C50"/>
    <w:rsid w:val="00355E09"/>
    <w:rsid w:val="00363753"/>
    <w:rsid w:val="0036611E"/>
    <w:rsid w:val="00384FBA"/>
    <w:rsid w:val="003942C8"/>
    <w:rsid w:val="003A22A0"/>
    <w:rsid w:val="003B7435"/>
    <w:rsid w:val="003C67A9"/>
    <w:rsid w:val="004075FF"/>
    <w:rsid w:val="004166DD"/>
    <w:rsid w:val="004176F1"/>
    <w:rsid w:val="004222E4"/>
    <w:rsid w:val="0045399D"/>
    <w:rsid w:val="004541E7"/>
    <w:rsid w:val="0045559E"/>
    <w:rsid w:val="004625DE"/>
    <w:rsid w:val="004755AF"/>
    <w:rsid w:val="00482BB5"/>
    <w:rsid w:val="00493C9D"/>
    <w:rsid w:val="004B698B"/>
    <w:rsid w:val="004C2C8E"/>
    <w:rsid w:val="004C70FE"/>
    <w:rsid w:val="004D2813"/>
    <w:rsid w:val="004D5E34"/>
    <w:rsid w:val="004E00CB"/>
    <w:rsid w:val="004E5A87"/>
    <w:rsid w:val="004F0DD0"/>
    <w:rsid w:val="004F6231"/>
    <w:rsid w:val="00500AA5"/>
    <w:rsid w:val="005037EF"/>
    <w:rsid w:val="0051326D"/>
    <w:rsid w:val="00516DE2"/>
    <w:rsid w:val="005400CE"/>
    <w:rsid w:val="005462D8"/>
    <w:rsid w:val="00560264"/>
    <w:rsid w:val="00570437"/>
    <w:rsid w:val="00573A1E"/>
    <w:rsid w:val="0057615F"/>
    <w:rsid w:val="0057733E"/>
    <w:rsid w:val="005C0959"/>
    <w:rsid w:val="005E371C"/>
    <w:rsid w:val="00625D63"/>
    <w:rsid w:val="00626C91"/>
    <w:rsid w:val="00631379"/>
    <w:rsid w:val="00633E6C"/>
    <w:rsid w:val="006475EA"/>
    <w:rsid w:val="00663D15"/>
    <w:rsid w:val="00674F04"/>
    <w:rsid w:val="006874D2"/>
    <w:rsid w:val="006920B6"/>
    <w:rsid w:val="006A7C35"/>
    <w:rsid w:val="006B2031"/>
    <w:rsid w:val="006C2BBF"/>
    <w:rsid w:val="006C3DD2"/>
    <w:rsid w:val="006D0BA1"/>
    <w:rsid w:val="006D3619"/>
    <w:rsid w:val="006E720F"/>
    <w:rsid w:val="007017C9"/>
    <w:rsid w:val="00723034"/>
    <w:rsid w:val="007372A3"/>
    <w:rsid w:val="00771E90"/>
    <w:rsid w:val="00793F9D"/>
    <w:rsid w:val="0079569B"/>
    <w:rsid w:val="007A0540"/>
    <w:rsid w:val="007A1E2E"/>
    <w:rsid w:val="007A2C5F"/>
    <w:rsid w:val="007B0DE5"/>
    <w:rsid w:val="007B622D"/>
    <w:rsid w:val="007B6458"/>
    <w:rsid w:val="007D07E2"/>
    <w:rsid w:val="007E3C80"/>
    <w:rsid w:val="007E6300"/>
    <w:rsid w:val="007E7A53"/>
    <w:rsid w:val="007F1C70"/>
    <w:rsid w:val="00807361"/>
    <w:rsid w:val="00815B1C"/>
    <w:rsid w:val="008166C3"/>
    <w:rsid w:val="00825613"/>
    <w:rsid w:val="00833607"/>
    <w:rsid w:val="00841922"/>
    <w:rsid w:val="00870C5B"/>
    <w:rsid w:val="00880CD0"/>
    <w:rsid w:val="008A421A"/>
    <w:rsid w:val="008C034A"/>
    <w:rsid w:val="008C15BD"/>
    <w:rsid w:val="008D1781"/>
    <w:rsid w:val="008E2A19"/>
    <w:rsid w:val="008E4ABB"/>
    <w:rsid w:val="008E63B6"/>
    <w:rsid w:val="008F1884"/>
    <w:rsid w:val="00903776"/>
    <w:rsid w:val="0094168A"/>
    <w:rsid w:val="00951D50"/>
    <w:rsid w:val="0095432A"/>
    <w:rsid w:val="0096137A"/>
    <w:rsid w:val="009634A8"/>
    <w:rsid w:val="00964249"/>
    <w:rsid w:val="0097628A"/>
    <w:rsid w:val="00985A48"/>
    <w:rsid w:val="009926A4"/>
    <w:rsid w:val="00992FB3"/>
    <w:rsid w:val="009A7B42"/>
    <w:rsid w:val="009C0AEC"/>
    <w:rsid w:val="009D2028"/>
    <w:rsid w:val="009E0721"/>
    <w:rsid w:val="009E3D50"/>
    <w:rsid w:val="00A513E4"/>
    <w:rsid w:val="00A556A2"/>
    <w:rsid w:val="00A95066"/>
    <w:rsid w:val="00AA22E8"/>
    <w:rsid w:val="00AB74EB"/>
    <w:rsid w:val="00AE0CDE"/>
    <w:rsid w:val="00B03756"/>
    <w:rsid w:val="00B35412"/>
    <w:rsid w:val="00B410A2"/>
    <w:rsid w:val="00B4461B"/>
    <w:rsid w:val="00B53BD0"/>
    <w:rsid w:val="00B66AF7"/>
    <w:rsid w:val="00B66B8C"/>
    <w:rsid w:val="00B75E8F"/>
    <w:rsid w:val="00B94A8E"/>
    <w:rsid w:val="00BD538A"/>
    <w:rsid w:val="00BE1948"/>
    <w:rsid w:val="00BE45FA"/>
    <w:rsid w:val="00BE5A9F"/>
    <w:rsid w:val="00BE6492"/>
    <w:rsid w:val="00BF1097"/>
    <w:rsid w:val="00C02569"/>
    <w:rsid w:val="00C033FB"/>
    <w:rsid w:val="00C247DD"/>
    <w:rsid w:val="00C30253"/>
    <w:rsid w:val="00C331EC"/>
    <w:rsid w:val="00C41681"/>
    <w:rsid w:val="00C60C80"/>
    <w:rsid w:val="00C84251"/>
    <w:rsid w:val="00C90983"/>
    <w:rsid w:val="00CA4357"/>
    <w:rsid w:val="00CB7704"/>
    <w:rsid w:val="00CC6F90"/>
    <w:rsid w:val="00CC74D1"/>
    <w:rsid w:val="00CD2375"/>
    <w:rsid w:val="00CD4393"/>
    <w:rsid w:val="00CE0B72"/>
    <w:rsid w:val="00CF3FBD"/>
    <w:rsid w:val="00CF5D98"/>
    <w:rsid w:val="00D20F5E"/>
    <w:rsid w:val="00D2574F"/>
    <w:rsid w:val="00D35B37"/>
    <w:rsid w:val="00D40067"/>
    <w:rsid w:val="00D467A3"/>
    <w:rsid w:val="00D74F85"/>
    <w:rsid w:val="00D76478"/>
    <w:rsid w:val="00D82F14"/>
    <w:rsid w:val="00DB2586"/>
    <w:rsid w:val="00DB48B1"/>
    <w:rsid w:val="00DC1974"/>
    <w:rsid w:val="00DC2140"/>
    <w:rsid w:val="00DC3C3E"/>
    <w:rsid w:val="00DC4AC5"/>
    <w:rsid w:val="00DC71B1"/>
    <w:rsid w:val="00DD237E"/>
    <w:rsid w:val="00DE0D0C"/>
    <w:rsid w:val="00DE66B9"/>
    <w:rsid w:val="00DF06A3"/>
    <w:rsid w:val="00DF28D1"/>
    <w:rsid w:val="00DF67EF"/>
    <w:rsid w:val="00E02EFA"/>
    <w:rsid w:val="00E04854"/>
    <w:rsid w:val="00E12156"/>
    <w:rsid w:val="00E16CF3"/>
    <w:rsid w:val="00E33EA7"/>
    <w:rsid w:val="00E34A4A"/>
    <w:rsid w:val="00E37860"/>
    <w:rsid w:val="00E50734"/>
    <w:rsid w:val="00E53ECE"/>
    <w:rsid w:val="00E7358E"/>
    <w:rsid w:val="00E9006D"/>
    <w:rsid w:val="00EA3811"/>
    <w:rsid w:val="00EA483F"/>
    <w:rsid w:val="00EE15D4"/>
    <w:rsid w:val="00EF50EB"/>
    <w:rsid w:val="00F074F0"/>
    <w:rsid w:val="00F15967"/>
    <w:rsid w:val="00F414D2"/>
    <w:rsid w:val="00F47049"/>
    <w:rsid w:val="00F52D79"/>
    <w:rsid w:val="00F83CE1"/>
    <w:rsid w:val="00F847EC"/>
    <w:rsid w:val="00F93E49"/>
    <w:rsid w:val="00FC7E9F"/>
    <w:rsid w:val="00FD7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BB5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A483F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AB74EB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uk-UA"/>
    </w:rPr>
  </w:style>
  <w:style w:type="paragraph" w:styleId="Heading3">
    <w:name w:val="heading 3"/>
    <w:basedOn w:val="Normal"/>
    <w:link w:val="Heading3Char"/>
    <w:uiPriority w:val="99"/>
    <w:qFormat/>
    <w:rsid w:val="00AB74EB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  <w:lang w:eastAsia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5399D"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A483F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483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B74EB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B74EB"/>
    <w:rPr>
      <w:rFonts w:ascii="Times New Roman" w:hAnsi="Times New Roman" w:cs="Times New Roman"/>
      <w:b/>
      <w:bCs/>
      <w:sz w:val="27"/>
      <w:szCs w:val="27"/>
      <w:lang w:eastAsia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5399D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A483F"/>
    <w:rPr>
      <w:rFonts w:ascii="Calibri" w:hAnsi="Calibri" w:cs="Calibri"/>
      <w:i/>
      <w:iCs/>
      <w:sz w:val="24"/>
      <w:szCs w:val="24"/>
      <w:lang w:val="ru-RU" w:eastAsia="ru-RU"/>
    </w:rPr>
  </w:style>
  <w:style w:type="paragraph" w:styleId="BodyText2">
    <w:name w:val="Body Text 2"/>
    <w:basedOn w:val="Normal"/>
    <w:link w:val="BodyText2Char"/>
    <w:uiPriority w:val="99"/>
    <w:rsid w:val="0045399D"/>
    <w:pPr>
      <w:spacing w:after="0" w:line="240" w:lineRule="auto"/>
      <w:jc w:val="both"/>
    </w:pPr>
    <w:rPr>
      <w:rFonts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5399D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EA483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A483F"/>
  </w:style>
  <w:style w:type="paragraph" w:styleId="NormalWeb">
    <w:name w:val="Normal (Web)"/>
    <w:basedOn w:val="Normal"/>
    <w:uiPriority w:val="99"/>
    <w:semiHidden/>
    <w:rsid w:val="00B66AF7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36611E"/>
    <w:pPr>
      <w:ind w:left="720"/>
    </w:pPr>
  </w:style>
  <w:style w:type="paragraph" w:styleId="Subtitle">
    <w:name w:val="Subtitle"/>
    <w:basedOn w:val="Normal"/>
    <w:link w:val="SubtitleChar"/>
    <w:uiPriority w:val="99"/>
    <w:qFormat/>
    <w:rsid w:val="00663D15"/>
    <w:pPr>
      <w:spacing w:after="0" w:line="240" w:lineRule="auto"/>
      <w:ind w:left="720"/>
      <w:jc w:val="both"/>
    </w:pPr>
    <w:rPr>
      <w:rFonts w:cs="Times New Roman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63D15"/>
    <w:rPr>
      <w:rFonts w:ascii="Times New Roman" w:hAnsi="Times New Roman" w:cs="Times New Roman"/>
      <w:kern w:val="2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7A2C5F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A2C5F"/>
    <w:rPr>
      <w:rFonts w:ascii="Times New Roman" w:hAnsi="Times New Roman" w:cs="Times New Roman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D467A3"/>
    <w:rPr>
      <w:color w:val="0000FF"/>
      <w:u w:val="single"/>
    </w:rPr>
  </w:style>
  <w:style w:type="character" w:customStyle="1" w:styleId="mw-headline">
    <w:name w:val="mw-headline"/>
    <w:basedOn w:val="DefaultParagraphFont"/>
    <w:uiPriority w:val="99"/>
    <w:rsid w:val="00D467A3"/>
  </w:style>
  <w:style w:type="table" w:styleId="TableGrid">
    <w:name w:val="Table Grid"/>
    <w:basedOn w:val="TableNormal"/>
    <w:uiPriority w:val="99"/>
    <w:rsid w:val="002C27C5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Normal"/>
    <w:next w:val="Normal"/>
    <w:uiPriority w:val="99"/>
    <w:rsid w:val="00DE66B9"/>
    <w:pPr>
      <w:keepNext/>
      <w:widowControl w:val="0"/>
      <w:spacing w:after="0" w:line="240" w:lineRule="auto"/>
      <w:jc w:val="center"/>
    </w:pPr>
    <w:rPr>
      <w:rFonts w:cs="Times New Roman"/>
      <w:b/>
      <w:bCs/>
      <w:sz w:val="28"/>
      <w:szCs w:val="28"/>
      <w:lang w:val="uk-UA"/>
    </w:rPr>
  </w:style>
  <w:style w:type="paragraph" w:customStyle="1" w:styleId="a">
    <w:name w:val="Содержимое таблицы"/>
    <w:basedOn w:val="Normal"/>
    <w:uiPriority w:val="99"/>
    <w:rsid w:val="003227C2"/>
    <w:pPr>
      <w:suppressLineNumbers/>
      <w:suppressAutoHyphens/>
      <w:spacing w:after="0" w:line="240" w:lineRule="auto"/>
    </w:pPr>
    <w:rPr>
      <w:rFonts w:ascii="Liberation Serif" w:eastAsia="SimSun" w:hAnsi="Liberation Serif" w:cs="Liberation Serif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283</TotalTime>
  <Pages>9</Pages>
  <Words>12324</Words>
  <Characters>7025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userMix1604</dc:creator>
  <cp:keywords/>
  <dc:description/>
  <cp:lastModifiedBy>admin</cp:lastModifiedBy>
  <cp:revision>25</cp:revision>
  <cp:lastPrinted>2016-09-16T10:58:00Z</cp:lastPrinted>
  <dcterms:created xsi:type="dcterms:W3CDTF">2016-09-13T10:41:00Z</dcterms:created>
  <dcterms:modified xsi:type="dcterms:W3CDTF">2016-09-22T06:47:00Z</dcterms:modified>
</cp:coreProperties>
</file>